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8DDF1C" w14:textId="77777777" w:rsidR="00B95D2C" w:rsidRPr="00C12815" w:rsidRDefault="00B95D2C" w:rsidP="00D33D23">
      <w:pPr>
        <w:tabs>
          <w:tab w:val="left" w:pos="0"/>
        </w:tabs>
        <w:suppressAutoHyphens/>
        <w:jc w:val="center"/>
        <w:rPr>
          <w:rFonts w:asciiTheme="minorHAnsi" w:hAnsiTheme="minorHAnsi" w:cstheme="minorHAnsi"/>
          <w:b/>
          <w:color w:val="000000" w:themeColor="text1"/>
          <w:sz w:val="22"/>
          <w:szCs w:val="22"/>
          <w:lang w:eastAsia="ar-SA"/>
        </w:rPr>
      </w:pPr>
      <w:r w:rsidRPr="00C12815">
        <w:rPr>
          <w:rFonts w:asciiTheme="minorHAnsi" w:hAnsiTheme="minorHAnsi" w:cstheme="minorHAnsi"/>
          <w:b/>
          <w:color w:val="000000" w:themeColor="text1"/>
          <w:sz w:val="22"/>
          <w:szCs w:val="22"/>
          <w:lang w:eastAsia="ar-SA"/>
        </w:rPr>
        <w:t>ZOBOWIĄZANIE</w:t>
      </w:r>
    </w:p>
    <w:p w14:paraId="52B538E5" w14:textId="77777777" w:rsidR="00D33D23" w:rsidRPr="00C12815" w:rsidRDefault="00FE272D" w:rsidP="00D33D23">
      <w:pPr>
        <w:tabs>
          <w:tab w:val="left" w:pos="0"/>
        </w:tabs>
        <w:suppressAutoHyphens/>
        <w:jc w:val="center"/>
        <w:rPr>
          <w:rFonts w:asciiTheme="minorHAnsi" w:hAnsiTheme="minorHAnsi" w:cstheme="minorHAnsi"/>
          <w:b/>
          <w:color w:val="000000" w:themeColor="text1"/>
          <w:sz w:val="22"/>
          <w:szCs w:val="22"/>
          <w:lang w:eastAsia="ar-SA"/>
        </w:rPr>
      </w:pPr>
      <w:r w:rsidRPr="00C12815">
        <w:rPr>
          <w:rFonts w:asciiTheme="minorHAnsi" w:hAnsiTheme="minorHAnsi" w:cstheme="minorHAnsi"/>
          <w:color w:val="000000" w:themeColor="text1"/>
          <w:sz w:val="22"/>
          <w:szCs w:val="22"/>
          <w:lang w:eastAsia="ar-SA"/>
        </w:rPr>
        <w:t xml:space="preserve">z art. </w:t>
      </w:r>
      <w:r w:rsidR="007E6A62" w:rsidRPr="00C12815">
        <w:rPr>
          <w:rFonts w:asciiTheme="minorHAnsi" w:hAnsiTheme="minorHAnsi" w:cstheme="minorHAnsi"/>
          <w:color w:val="000000" w:themeColor="text1"/>
          <w:sz w:val="22"/>
          <w:szCs w:val="22"/>
          <w:lang w:eastAsia="ar-SA"/>
        </w:rPr>
        <w:t>118</w:t>
      </w:r>
      <w:r w:rsidR="00D33D23" w:rsidRPr="00C12815">
        <w:rPr>
          <w:rFonts w:asciiTheme="minorHAnsi" w:hAnsiTheme="minorHAnsi" w:cstheme="minorHAnsi"/>
          <w:color w:val="000000" w:themeColor="text1"/>
          <w:sz w:val="22"/>
          <w:szCs w:val="22"/>
          <w:lang w:eastAsia="ar-SA"/>
        </w:rPr>
        <w:t xml:space="preserve"> ustawy – Prawo zamówień publicznych</w:t>
      </w:r>
      <w:r w:rsidR="00D33D23" w:rsidRPr="00C12815">
        <w:rPr>
          <w:rFonts w:asciiTheme="minorHAnsi" w:hAnsiTheme="minorHAnsi" w:cstheme="minorHAnsi"/>
          <w:b/>
          <w:color w:val="000000" w:themeColor="text1"/>
          <w:sz w:val="22"/>
          <w:szCs w:val="22"/>
          <w:lang w:eastAsia="ar-SA"/>
        </w:rPr>
        <w:t xml:space="preserve"> </w:t>
      </w:r>
    </w:p>
    <w:p w14:paraId="0D548F9F" w14:textId="77777777" w:rsidR="00B95D2C" w:rsidRPr="00C12815" w:rsidRDefault="00B95D2C" w:rsidP="00D33D23">
      <w:pPr>
        <w:tabs>
          <w:tab w:val="left" w:pos="0"/>
        </w:tabs>
        <w:suppressAutoHyphens/>
        <w:jc w:val="center"/>
        <w:rPr>
          <w:rFonts w:asciiTheme="minorHAnsi" w:hAnsiTheme="minorHAnsi" w:cstheme="minorHAnsi"/>
          <w:b/>
          <w:color w:val="000000" w:themeColor="text1"/>
          <w:sz w:val="22"/>
          <w:szCs w:val="22"/>
          <w:lang w:eastAsia="ar-SA"/>
        </w:rPr>
      </w:pPr>
      <w:r w:rsidRPr="00C12815">
        <w:rPr>
          <w:rFonts w:asciiTheme="minorHAnsi" w:hAnsiTheme="minorHAnsi" w:cstheme="minorHAnsi"/>
          <w:b/>
          <w:color w:val="000000" w:themeColor="text1"/>
          <w:sz w:val="22"/>
          <w:szCs w:val="22"/>
          <w:lang w:eastAsia="ar-SA"/>
        </w:rPr>
        <w:t>do oddania do dyspozycji niezbędnych zasobów na potrzeby wykonana zamówienia</w:t>
      </w:r>
      <w:r w:rsidR="00123013" w:rsidRPr="00C12815">
        <w:rPr>
          <w:rFonts w:asciiTheme="minorHAnsi" w:hAnsiTheme="minorHAnsi" w:cstheme="minorHAnsi"/>
          <w:b/>
          <w:color w:val="000000" w:themeColor="text1"/>
          <w:sz w:val="22"/>
          <w:szCs w:val="22"/>
          <w:lang w:eastAsia="ar-SA"/>
        </w:rPr>
        <w:t>,</w:t>
      </w:r>
    </w:p>
    <w:p w14:paraId="001685DB" w14:textId="77777777" w:rsidR="0014069C" w:rsidRPr="00C12815" w:rsidRDefault="0014069C" w:rsidP="00494080">
      <w:pPr>
        <w:tabs>
          <w:tab w:val="left" w:pos="357"/>
          <w:tab w:val="left" w:pos="1077"/>
        </w:tabs>
        <w:suppressAutoHyphens/>
        <w:jc w:val="center"/>
        <w:rPr>
          <w:rFonts w:asciiTheme="minorHAnsi" w:hAnsiTheme="minorHAnsi" w:cstheme="minorHAnsi"/>
          <w:i/>
          <w:color w:val="000000" w:themeColor="text1"/>
          <w:sz w:val="22"/>
          <w:szCs w:val="22"/>
          <w:lang w:eastAsia="ar-SA"/>
        </w:rPr>
      </w:pPr>
    </w:p>
    <w:p w14:paraId="7B19D3C9" w14:textId="77777777" w:rsidR="00907B85" w:rsidRPr="00C12815" w:rsidRDefault="005E102B" w:rsidP="00494080">
      <w:pPr>
        <w:tabs>
          <w:tab w:val="left" w:pos="357"/>
          <w:tab w:val="left" w:pos="1077"/>
        </w:tabs>
        <w:suppressAutoHyphens/>
        <w:jc w:val="center"/>
        <w:rPr>
          <w:rFonts w:asciiTheme="minorHAnsi" w:hAnsiTheme="minorHAnsi" w:cstheme="minorHAnsi"/>
          <w:b/>
          <w:i/>
          <w:color w:val="000000" w:themeColor="text1"/>
          <w:sz w:val="22"/>
          <w:szCs w:val="22"/>
          <w:lang w:eastAsia="ar-SA"/>
        </w:rPr>
      </w:pPr>
      <w:r w:rsidRPr="00C12815">
        <w:rPr>
          <w:rFonts w:asciiTheme="minorHAnsi" w:hAnsiTheme="minorHAnsi" w:cstheme="minorHAnsi"/>
          <w:i/>
          <w:color w:val="000000" w:themeColor="text1"/>
          <w:sz w:val="22"/>
          <w:szCs w:val="22"/>
          <w:lang w:eastAsia="ar-SA"/>
        </w:rPr>
        <w:t>(</w:t>
      </w:r>
      <w:r w:rsidRPr="00C12815">
        <w:rPr>
          <w:rFonts w:asciiTheme="minorHAnsi" w:hAnsiTheme="minorHAnsi" w:cstheme="minorHAnsi"/>
          <w:b/>
          <w:i/>
          <w:color w:val="000000" w:themeColor="text1"/>
          <w:sz w:val="22"/>
          <w:szCs w:val="22"/>
          <w:lang w:eastAsia="ar-SA"/>
        </w:rPr>
        <w:t>należy załączyć do Oferty tylko w przypadku zaistnienia takiej sytuacji</w:t>
      </w:r>
      <w:r w:rsidR="00907B85" w:rsidRPr="00C12815">
        <w:rPr>
          <w:rFonts w:asciiTheme="minorHAnsi" w:hAnsiTheme="minorHAnsi" w:cstheme="minorHAnsi"/>
          <w:b/>
          <w:i/>
          <w:color w:val="000000" w:themeColor="text1"/>
          <w:sz w:val="22"/>
          <w:szCs w:val="22"/>
          <w:lang w:eastAsia="ar-SA"/>
        </w:rPr>
        <w:t>,</w:t>
      </w:r>
      <w:r w:rsidR="00D9225B" w:rsidRPr="00C12815">
        <w:rPr>
          <w:rFonts w:asciiTheme="minorHAnsi" w:hAnsiTheme="minorHAnsi" w:cstheme="minorHAnsi"/>
          <w:b/>
          <w:i/>
          <w:color w:val="000000" w:themeColor="text1"/>
          <w:sz w:val="22"/>
          <w:szCs w:val="22"/>
          <w:lang w:eastAsia="ar-SA"/>
        </w:rPr>
        <w:t xml:space="preserve"> oraz</w:t>
      </w:r>
    </w:p>
    <w:p w14:paraId="28DEACD3" w14:textId="77777777" w:rsidR="005E102B" w:rsidRPr="00C12815" w:rsidRDefault="00907B85" w:rsidP="00494080">
      <w:pPr>
        <w:tabs>
          <w:tab w:val="left" w:pos="357"/>
          <w:tab w:val="left" w:pos="1077"/>
        </w:tabs>
        <w:suppressAutoHyphens/>
        <w:jc w:val="center"/>
        <w:rPr>
          <w:rFonts w:asciiTheme="minorHAnsi" w:hAnsiTheme="minorHAnsi" w:cstheme="minorHAnsi"/>
          <w:b/>
          <w:color w:val="000000" w:themeColor="text1"/>
          <w:sz w:val="22"/>
          <w:szCs w:val="22"/>
          <w:lang w:eastAsia="ar-SA"/>
        </w:rPr>
      </w:pPr>
      <w:r w:rsidRPr="00C12815">
        <w:rPr>
          <w:rFonts w:asciiTheme="minorHAnsi" w:hAnsiTheme="minorHAnsi" w:cstheme="minorHAnsi"/>
          <w:b/>
          <w:i/>
          <w:color w:val="000000" w:themeColor="text1"/>
          <w:sz w:val="22"/>
          <w:szCs w:val="22"/>
          <w:lang w:eastAsia="ar-SA"/>
        </w:rPr>
        <w:t>uzupełni</w:t>
      </w:r>
      <w:r w:rsidR="00D9225B" w:rsidRPr="00C12815">
        <w:rPr>
          <w:rFonts w:asciiTheme="minorHAnsi" w:hAnsiTheme="minorHAnsi" w:cstheme="minorHAnsi"/>
          <w:b/>
          <w:i/>
          <w:color w:val="000000" w:themeColor="text1"/>
          <w:sz w:val="22"/>
          <w:szCs w:val="22"/>
          <w:lang w:eastAsia="ar-SA"/>
        </w:rPr>
        <w:t>ć</w:t>
      </w:r>
      <w:r w:rsidRPr="00C12815">
        <w:rPr>
          <w:rFonts w:asciiTheme="minorHAnsi" w:hAnsiTheme="minorHAnsi" w:cstheme="minorHAnsi"/>
          <w:b/>
          <w:i/>
          <w:color w:val="000000" w:themeColor="text1"/>
          <w:sz w:val="22"/>
          <w:szCs w:val="22"/>
          <w:lang w:eastAsia="ar-SA"/>
        </w:rPr>
        <w:t xml:space="preserve"> w sposób umożliwiający Zamawiającemu ocenę czy Wykonawca na etapie realizacji zamówienia będzie dysponował zasobami innego podmiotu</w:t>
      </w:r>
      <w:r w:rsidR="005E102B" w:rsidRPr="00C12815">
        <w:rPr>
          <w:rFonts w:asciiTheme="minorHAnsi" w:hAnsiTheme="minorHAnsi" w:cstheme="minorHAnsi"/>
          <w:i/>
          <w:color w:val="000000" w:themeColor="text1"/>
          <w:sz w:val="22"/>
          <w:szCs w:val="22"/>
          <w:lang w:eastAsia="ar-SA"/>
        </w:rPr>
        <w:t>)</w:t>
      </w:r>
    </w:p>
    <w:p w14:paraId="0198E403" w14:textId="77777777" w:rsidR="00EA0CE6" w:rsidRPr="00C12815" w:rsidRDefault="00EA0CE6" w:rsidP="00EA0CE6">
      <w:pPr>
        <w:spacing w:line="360" w:lineRule="auto"/>
        <w:ind w:firstLine="426"/>
        <w:rPr>
          <w:rFonts w:asciiTheme="minorHAnsi" w:hAnsiTheme="minorHAnsi" w:cstheme="minorHAnsi"/>
          <w:color w:val="FF0000"/>
          <w:sz w:val="22"/>
          <w:szCs w:val="22"/>
        </w:rPr>
      </w:pPr>
    </w:p>
    <w:p w14:paraId="616FF3E5" w14:textId="5F71C248" w:rsidR="004B5B3B" w:rsidRPr="00C12815" w:rsidRDefault="00123013" w:rsidP="0026323A">
      <w:pPr>
        <w:suppressAutoHyphens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  <w:lang w:val="pl"/>
        </w:rPr>
      </w:pPr>
      <w:r w:rsidRPr="00C12815">
        <w:rPr>
          <w:rFonts w:asciiTheme="minorHAnsi" w:hAnsiTheme="minorHAnsi" w:cstheme="minorHAnsi"/>
          <w:color w:val="000000" w:themeColor="text1"/>
          <w:sz w:val="22"/>
          <w:szCs w:val="22"/>
        </w:rPr>
        <w:t>n</w:t>
      </w:r>
      <w:r w:rsidR="00EA0CE6" w:rsidRPr="00C12815">
        <w:rPr>
          <w:rFonts w:asciiTheme="minorHAnsi" w:hAnsiTheme="minorHAnsi" w:cstheme="minorHAnsi"/>
          <w:color w:val="000000" w:themeColor="text1"/>
          <w:sz w:val="22"/>
          <w:szCs w:val="22"/>
        </w:rPr>
        <w:t>a potrzeby postępowania o udzielenie zamówienia publicznego pn</w:t>
      </w:r>
      <w:bookmarkStart w:id="0" w:name="_Hlk40795588"/>
      <w:r w:rsidR="0070794C" w:rsidRPr="00C12815">
        <w:rPr>
          <w:rFonts w:asciiTheme="minorHAnsi" w:hAnsiTheme="minorHAnsi" w:cstheme="minorHAnsi"/>
          <w:color w:val="000000" w:themeColor="text1"/>
          <w:sz w:val="22"/>
          <w:szCs w:val="22"/>
        </w:rPr>
        <w:t>.</w:t>
      </w:r>
      <w:bookmarkEnd w:id="0"/>
      <w:r w:rsidR="00576D56" w:rsidRPr="00576D56">
        <w:rPr>
          <w:rFonts w:ascii="Arial" w:hAnsi="Arial" w:cs="Arial"/>
          <w:b/>
          <w:bCs/>
          <w:color w:val="222222"/>
          <w:shd w:val="clear" w:color="auto" w:fill="FFFFFF"/>
        </w:rPr>
        <w:t xml:space="preserve"> </w:t>
      </w:r>
      <w:r w:rsidR="00576D56" w:rsidRPr="00576D56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Dostawa komputerów przenośnych z systemami operacyjnymi i peryferiami, podzespołów serwerowych oraz wyposażenia </w:t>
      </w:r>
      <w:proofErr w:type="spellStart"/>
      <w:r w:rsidR="00576D56" w:rsidRPr="00576D56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podkastowni</w:t>
      </w:r>
      <w:proofErr w:type="spellEnd"/>
      <w:r w:rsidR="00986A09" w:rsidRPr="00C12815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</w:t>
      </w:r>
      <w:r w:rsidR="00B07511" w:rsidRPr="00C12815">
        <w:rPr>
          <w:rFonts w:asciiTheme="minorHAnsi" w:hAnsiTheme="minorHAnsi" w:cstheme="minorHAnsi"/>
          <w:b/>
          <w:color w:val="000000" w:themeColor="text1"/>
          <w:sz w:val="22"/>
          <w:szCs w:val="22"/>
          <w:lang w:val="pl"/>
        </w:rPr>
        <w:t xml:space="preserve">  </w:t>
      </w:r>
      <w:r w:rsidR="0042641E" w:rsidRPr="00C1281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znak sprawy: </w:t>
      </w:r>
      <w:r w:rsidR="00235988" w:rsidRPr="00C12815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AG.</w:t>
      </w:r>
      <w:r w:rsidR="00C12815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26.1.</w:t>
      </w:r>
      <w:r w:rsidR="00B07511" w:rsidRPr="00C12815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</w:t>
      </w:r>
      <w:r w:rsidR="00702046" w:rsidRPr="00C12815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202</w:t>
      </w:r>
      <w:r w:rsidR="00C12815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6</w:t>
      </w:r>
      <w:r w:rsidR="00EA0CE6" w:rsidRPr="00C1281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, prowadzonego przez Zamawiającego </w:t>
      </w:r>
      <w:r w:rsidR="00EA0CE6" w:rsidRPr="00C12815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highlight w:val="white"/>
        </w:rPr>
        <w:t xml:space="preserve">Instytut </w:t>
      </w:r>
      <w:r w:rsidR="00B56D43" w:rsidRPr="00C12815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highlight w:val="white"/>
        </w:rPr>
        <w:t>Badań Literackich</w:t>
      </w:r>
      <w:r w:rsidR="00EA0CE6" w:rsidRPr="00C12815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highlight w:val="white"/>
        </w:rPr>
        <w:t xml:space="preserve"> Polskiej Akademii N</w:t>
      </w:r>
      <w:r w:rsidR="00EA0CE6" w:rsidRPr="00C12815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auk,</w:t>
      </w:r>
    </w:p>
    <w:p w14:paraId="1EEC89DC" w14:textId="77777777" w:rsidR="00DB03FB" w:rsidRPr="00C12815" w:rsidRDefault="003D32FB" w:rsidP="00D9225B">
      <w:pPr>
        <w:spacing w:line="360" w:lineRule="auto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C12815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 ja/my niżej podpisany/ni</w:t>
      </w:r>
      <w:r w:rsidRPr="00C12815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 </w:t>
      </w:r>
      <w:r w:rsidR="00DB03FB" w:rsidRPr="00C12815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(imię i nazwisko składającego oświadczenie)</w:t>
      </w:r>
      <w:r w:rsidR="004B5B3B" w:rsidRPr="00C12815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: </w:t>
      </w:r>
      <w:r w:rsidR="00DB03FB" w:rsidRPr="00C12815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..............................................................................................................</w:t>
      </w:r>
      <w:r w:rsidR="00B45F80" w:rsidRPr="00C12815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..............................</w:t>
      </w:r>
      <w:r w:rsidR="00DB03FB" w:rsidRPr="00C12815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..............</w:t>
      </w:r>
    </w:p>
    <w:p w14:paraId="737190EA" w14:textId="77777777" w:rsidR="00DB03FB" w:rsidRPr="00C12815" w:rsidRDefault="003D32FB" w:rsidP="00D9225B">
      <w:pPr>
        <w:widowControl w:val="0"/>
        <w:suppressAutoHyphens/>
        <w:spacing w:line="360" w:lineRule="auto"/>
        <w:rPr>
          <w:rFonts w:asciiTheme="minorHAnsi" w:hAnsiTheme="minorHAnsi" w:cstheme="minorHAnsi"/>
          <w:color w:val="000000" w:themeColor="text1"/>
          <w:kern w:val="2"/>
          <w:sz w:val="22"/>
          <w:szCs w:val="22"/>
          <w:lang w:eastAsia="ar-SA"/>
        </w:rPr>
      </w:pPr>
      <w:r w:rsidRPr="00C12815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działając w imieniu i na rzecz,</w:t>
      </w:r>
      <w:r w:rsidR="0025213B" w:rsidRPr="00C12815">
        <w:rPr>
          <w:rFonts w:asciiTheme="minorHAnsi" w:hAnsiTheme="minorHAnsi" w:cstheme="minorHAnsi"/>
          <w:color w:val="000000" w:themeColor="text1"/>
          <w:kern w:val="2"/>
          <w:sz w:val="22"/>
          <w:szCs w:val="22"/>
          <w:lang w:eastAsia="ar-SA"/>
        </w:rPr>
        <w:t xml:space="preserve"> </w:t>
      </w:r>
      <w:r w:rsidR="00DB03FB" w:rsidRPr="00C12815">
        <w:rPr>
          <w:rFonts w:asciiTheme="minorHAnsi" w:hAnsiTheme="minorHAnsi" w:cstheme="minorHAnsi"/>
          <w:color w:val="000000" w:themeColor="text1"/>
          <w:kern w:val="2"/>
          <w:sz w:val="22"/>
          <w:szCs w:val="22"/>
          <w:lang w:eastAsia="ar-SA"/>
        </w:rPr>
        <w:t xml:space="preserve">będąc </w:t>
      </w:r>
      <w:r w:rsidR="003241F7" w:rsidRPr="00C12815">
        <w:rPr>
          <w:rFonts w:asciiTheme="minorHAnsi" w:hAnsiTheme="minorHAnsi" w:cstheme="minorHAnsi"/>
          <w:color w:val="000000" w:themeColor="text1"/>
          <w:kern w:val="2"/>
          <w:sz w:val="22"/>
          <w:szCs w:val="22"/>
          <w:lang w:eastAsia="ar-SA"/>
        </w:rPr>
        <w:t>upoważnionym</w:t>
      </w:r>
      <w:r w:rsidR="00DB03FB" w:rsidRPr="00C12815">
        <w:rPr>
          <w:rFonts w:asciiTheme="minorHAnsi" w:hAnsiTheme="minorHAnsi" w:cstheme="minorHAnsi"/>
          <w:color w:val="000000" w:themeColor="text1"/>
          <w:kern w:val="2"/>
          <w:sz w:val="22"/>
          <w:szCs w:val="22"/>
          <w:lang w:eastAsia="ar-SA"/>
        </w:rPr>
        <w:t xml:space="preserve"> do reprezentowania (nazwa i adres podmiotu oddającego do dyspozycji zasoby): </w:t>
      </w:r>
    </w:p>
    <w:p w14:paraId="66D15299" w14:textId="77777777" w:rsidR="00907B85" w:rsidRPr="00C12815" w:rsidRDefault="00B45F80" w:rsidP="00D9225B">
      <w:pPr>
        <w:spacing w:line="360" w:lineRule="auto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  <w:r w:rsidRPr="00C12815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..........................................................................................................................................................</w:t>
      </w:r>
    </w:p>
    <w:p w14:paraId="075A9F83" w14:textId="2D999E55" w:rsidR="00DB03FB" w:rsidRPr="00C12815" w:rsidRDefault="003241F7" w:rsidP="00D9225B">
      <w:pPr>
        <w:spacing w:line="360" w:lineRule="auto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C12815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oświadczam</w:t>
      </w:r>
      <w:r w:rsidR="003D32FB" w:rsidRPr="00C12815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, </w:t>
      </w:r>
      <w:r w:rsidR="00DB03FB" w:rsidRPr="00C12815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że wyżej wymieniony podmiot</w:t>
      </w:r>
      <w:r w:rsidR="00DB03FB" w:rsidRPr="00C12815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, stosownie do art. </w:t>
      </w:r>
      <w:r w:rsidR="007E6A62" w:rsidRPr="00C12815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118</w:t>
      </w:r>
      <w:r w:rsidR="00DB03FB" w:rsidRPr="00C12815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 ustawy</w:t>
      </w:r>
      <w:r w:rsidR="007E6A62" w:rsidRPr="00C12815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 </w:t>
      </w:r>
      <w:r w:rsidR="00BC6E77" w:rsidRPr="00C12815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Prawo zamówień publicznych </w:t>
      </w:r>
      <w:r w:rsidR="007E6A62" w:rsidRPr="00C12815">
        <w:rPr>
          <w:rFonts w:asciiTheme="minorHAnsi" w:hAnsiTheme="minorHAnsi" w:cstheme="minorHAnsi"/>
          <w:color w:val="000000" w:themeColor="text1"/>
          <w:sz w:val="22"/>
          <w:szCs w:val="22"/>
          <w:lang w:bidi="hi-IN"/>
        </w:rPr>
        <w:t>(</w:t>
      </w:r>
      <w:proofErr w:type="spellStart"/>
      <w:r w:rsidR="00B56D43" w:rsidRPr="00C12815">
        <w:rPr>
          <w:rFonts w:asciiTheme="minorHAnsi" w:hAnsiTheme="minorHAnsi" w:cstheme="minorHAnsi"/>
          <w:color w:val="000000" w:themeColor="text1"/>
          <w:sz w:val="22"/>
          <w:szCs w:val="22"/>
          <w:lang w:bidi="hi-IN"/>
        </w:rPr>
        <w:t>t.j</w:t>
      </w:r>
      <w:proofErr w:type="spellEnd"/>
      <w:r w:rsidR="00B56D43" w:rsidRPr="00C12815">
        <w:rPr>
          <w:rFonts w:asciiTheme="minorHAnsi" w:hAnsiTheme="minorHAnsi" w:cstheme="minorHAnsi"/>
          <w:color w:val="000000" w:themeColor="text1"/>
          <w:sz w:val="22"/>
          <w:szCs w:val="22"/>
          <w:lang w:bidi="hi-IN"/>
        </w:rPr>
        <w:t xml:space="preserve">. </w:t>
      </w:r>
      <w:r w:rsidR="007E6A62" w:rsidRPr="00C12815">
        <w:rPr>
          <w:rFonts w:asciiTheme="minorHAnsi" w:hAnsiTheme="minorHAnsi" w:cstheme="minorHAnsi"/>
          <w:color w:val="000000" w:themeColor="text1"/>
          <w:sz w:val="22"/>
          <w:szCs w:val="22"/>
        </w:rPr>
        <w:t>Dz.U. z 20</w:t>
      </w:r>
      <w:r w:rsidR="00B56D43" w:rsidRPr="00C12815">
        <w:rPr>
          <w:rFonts w:asciiTheme="minorHAnsi" w:hAnsiTheme="minorHAnsi" w:cstheme="minorHAnsi"/>
          <w:color w:val="000000" w:themeColor="text1"/>
          <w:sz w:val="22"/>
          <w:szCs w:val="22"/>
        </w:rPr>
        <w:t>2</w:t>
      </w:r>
      <w:r w:rsidR="00B07511" w:rsidRPr="00C12815">
        <w:rPr>
          <w:rFonts w:asciiTheme="minorHAnsi" w:hAnsiTheme="minorHAnsi" w:cstheme="minorHAnsi"/>
          <w:color w:val="000000" w:themeColor="text1"/>
          <w:sz w:val="22"/>
          <w:szCs w:val="22"/>
        </w:rPr>
        <w:t>4</w:t>
      </w:r>
      <w:r w:rsidR="007E6A62" w:rsidRPr="00C1281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r. poz. </w:t>
      </w:r>
      <w:r w:rsidR="00B56D43" w:rsidRPr="00C12815">
        <w:rPr>
          <w:rFonts w:asciiTheme="minorHAnsi" w:hAnsiTheme="minorHAnsi" w:cstheme="minorHAnsi"/>
          <w:color w:val="000000" w:themeColor="text1"/>
          <w:sz w:val="22"/>
          <w:szCs w:val="22"/>
        </w:rPr>
        <w:t>1</w:t>
      </w:r>
      <w:r w:rsidR="00B07511" w:rsidRPr="00C12815">
        <w:rPr>
          <w:rFonts w:asciiTheme="minorHAnsi" w:hAnsiTheme="minorHAnsi" w:cstheme="minorHAnsi"/>
          <w:color w:val="000000" w:themeColor="text1"/>
          <w:sz w:val="22"/>
          <w:szCs w:val="22"/>
        </w:rPr>
        <w:t>32</w:t>
      </w:r>
      <w:r w:rsidR="00702046" w:rsidRPr="00C12815">
        <w:rPr>
          <w:rFonts w:asciiTheme="minorHAnsi" w:hAnsiTheme="minorHAnsi" w:cstheme="minorHAnsi"/>
          <w:color w:val="000000" w:themeColor="text1"/>
          <w:sz w:val="22"/>
          <w:szCs w:val="22"/>
        </w:rPr>
        <w:t>0</w:t>
      </w:r>
      <w:r w:rsidR="007E6A62" w:rsidRPr="00C12815">
        <w:rPr>
          <w:rFonts w:asciiTheme="minorHAnsi" w:hAnsiTheme="minorHAnsi" w:cstheme="minorHAnsi"/>
          <w:color w:val="000000" w:themeColor="text1"/>
          <w:sz w:val="22"/>
          <w:szCs w:val="22"/>
        </w:rPr>
        <w:t>)</w:t>
      </w:r>
      <w:r w:rsidR="00B56D43" w:rsidRPr="00C1281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DB03FB" w:rsidRPr="00C12815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odda </w:t>
      </w:r>
      <w:r w:rsidR="004B5B3B" w:rsidRPr="00C12815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W</w:t>
      </w:r>
      <w:r w:rsidR="00DB03FB" w:rsidRPr="00C12815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ykonawcy</w:t>
      </w:r>
      <w:r w:rsidR="00DB03FB" w:rsidRPr="00C12815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 </w:t>
      </w:r>
      <w:r w:rsidR="003D32FB" w:rsidRPr="00C12815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(nazwa i adres</w:t>
      </w:r>
      <w:r w:rsidR="00BC6E77" w:rsidRPr="00C12815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 W</w:t>
      </w:r>
      <w:r w:rsidR="00DB03FB" w:rsidRPr="00C12815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ykonawcy składającego ofertę): </w:t>
      </w:r>
    </w:p>
    <w:p w14:paraId="3AA61598" w14:textId="77777777" w:rsidR="003D32FB" w:rsidRPr="00C12815" w:rsidRDefault="00036549" w:rsidP="00D9225B">
      <w:pPr>
        <w:spacing w:line="360" w:lineRule="auto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C12815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..........................................................................................................................................................</w:t>
      </w:r>
      <w:r w:rsidR="00DB03FB" w:rsidRPr="00C12815">
        <w:rPr>
          <w:rFonts w:asciiTheme="minorHAnsi" w:hAnsiTheme="minorHAnsi" w:cstheme="minorHAnsi"/>
          <w:b/>
          <w:color w:val="000000" w:themeColor="text1"/>
          <w:kern w:val="2"/>
          <w:sz w:val="22"/>
          <w:szCs w:val="22"/>
          <w:lang w:eastAsia="ar-SA"/>
        </w:rPr>
        <w:t xml:space="preserve">do dyspozycji </w:t>
      </w:r>
      <w:r w:rsidR="00B56D43" w:rsidRPr="00C12815">
        <w:rPr>
          <w:rFonts w:asciiTheme="minorHAnsi" w:hAnsiTheme="minorHAnsi" w:cstheme="minorHAnsi"/>
          <w:b/>
          <w:color w:val="000000" w:themeColor="text1"/>
          <w:kern w:val="2"/>
          <w:sz w:val="22"/>
          <w:szCs w:val="22"/>
          <w:lang w:eastAsia="ar-SA"/>
        </w:rPr>
        <w:br/>
      </w:r>
      <w:r w:rsidR="00DB03FB" w:rsidRPr="00C12815">
        <w:rPr>
          <w:rFonts w:asciiTheme="minorHAnsi" w:hAnsiTheme="minorHAnsi" w:cstheme="minorHAnsi"/>
          <w:color w:val="000000" w:themeColor="text1"/>
          <w:kern w:val="2"/>
          <w:sz w:val="22"/>
          <w:szCs w:val="22"/>
          <w:lang w:eastAsia="ar-SA"/>
        </w:rPr>
        <w:t xml:space="preserve">w trakcie realizacji zamówienia </w:t>
      </w:r>
      <w:r w:rsidR="00DB03FB" w:rsidRPr="00C12815">
        <w:rPr>
          <w:rFonts w:asciiTheme="minorHAnsi" w:hAnsiTheme="minorHAnsi" w:cstheme="minorHAnsi"/>
          <w:color w:val="000000" w:themeColor="text1"/>
          <w:kern w:val="2"/>
          <w:sz w:val="22"/>
          <w:szCs w:val="22"/>
          <w:u w:val="single"/>
          <w:lang w:eastAsia="ar-SA"/>
        </w:rPr>
        <w:t>niezbędne zasoby</w:t>
      </w:r>
      <w:r w:rsidR="004B5B3B" w:rsidRPr="00C12815">
        <w:rPr>
          <w:rFonts w:asciiTheme="minorHAnsi" w:hAnsiTheme="minorHAnsi" w:cstheme="minorHAnsi"/>
          <w:color w:val="000000" w:themeColor="text1"/>
          <w:kern w:val="2"/>
          <w:sz w:val="22"/>
          <w:szCs w:val="22"/>
          <w:lang w:eastAsia="ar-SA"/>
        </w:rPr>
        <w:t xml:space="preserve"> </w:t>
      </w:r>
      <w:r w:rsidR="00DB03FB" w:rsidRPr="00C12815">
        <w:rPr>
          <w:rFonts w:asciiTheme="minorHAnsi" w:hAnsiTheme="minorHAnsi" w:cstheme="minorHAnsi"/>
          <w:color w:val="000000" w:themeColor="text1"/>
          <w:kern w:val="2"/>
          <w:sz w:val="22"/>
          <w:szCs w:val="22"/>
          <w:lang w:eastAsia="ar-SA"/>
        </w:rPr>
        <w:t xml:space="preserve">(zakres udostępnianych zasobów): </w:t>
      </w:r>
      <w:r w:rsidR="003D32FB" w:rsidRPr="00C12815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</w:t>
      </w:r>
    </w:p>
    <w:p w14:paraId="10973A1E" w14:textId="77777777" w:rsidR="003D32FB" w:rsidRPr="00C12815" w:rsidRDefault="003D32FB" w:rsidP="00903A13">
      <w:pPr>
        <w:rPr>
          <w:rFonts w:asciiTheme="minorHAnsi" w:hAnsiTheme="minorHAnsi" w:cstheme="minorHAnsi"/>
          <w:i/>
          <w:color w:val="000000" w:themeColor="text1"/>
          <w:kern w:val="2"/>
          <w:sz w:val="22"/>
          <w:szCs w:val="22"/>
          <w:lang w:eastAsia="ar-SA"/>
        </w:rPr>
      </w:pPr>
      <w:r w:rsidRPr="00C12815">
        <w:rPr>
          <w:rFonts w:asciiTheme="minorHAnsi" w:hAnsiTheme="minorHAnsi" w:cstheme="minorHAnsi"/>
          <w:bCs/>
          <w:i/>
          <w:color w:val="000000" w:themeColor="text1"/>
          <w:sz w:val="22"/>
          <w:szCs w:val="22"/>
        </w:rPr>
        <w:t>(Wpisać z</w:t>
      </w:r>
      <w:r w:rsidR="0025213B" w:rsidRPr="00C12815">
        <w:rPr>
          <w:rFonts w:asciiTheme="minorHAnsi" w:hAnsiTheme="minorHAnsi" w:cstheme="minorHAnsi"/>
          <w:i/>
          <w:color w:val="000000" w:themeColor="text1"/>
          <w:kern w:val="2"/>
          <w:sz w:val="22"/>
          <w:szCs w:val="22"/>
          <w:lang w:eastAsia="ar-SA"/>
        </w:rPr>
        <w:t>akres udostępnianych zasobów</w:t>
      </w:r>
      <w:r w:rsidRPr="00C12815">
        <w:rPr>
          <w:rFonts w:asciiTheme="minorHAnsi" w:hAnsiTheme="minorHAnsi" w:cstheme="minorHAnsi"/>
          <w:i/>
          <w:color w:val="000000" w:themeColor="text1"/>
          <w:kern w:val="2"/>
          <w:sz w:val="22"/>
          <w:szCs w:val="22"/>
          <w:lang w:eastAsia="ar-SA"/>
        </w:rPr>
        <w:t>,</w:t>
      </w:r>
      <w:r w:rsidR="0025213B" w:rsidRPr="00C12815">
        <w:rPr>
          <w:rFonts w:asciiTheme="minorHAnsi" w:hAnsiTheme="minorHAnsi" w:cstheme="minorHAnsi"/>
          <w:i/>
          <w:color w:val="000000" w:themeColor="text1"/>
          <w:kern w:val="2"/>
          <w:sz w:val="22"/>
          <w:szCs w:val="22"/>
          <w:lang w:eastAsia="ar-SA"/>
        </w:rPr>
        <w:t xml:space="preserve"> niezbędnych do potwierdzenia spełniania warunku</w:t>
      </w:r>
      <w:r w:rsidRPr="00C12815">
        <w:rPr>
          <w:rFonts w:asciiTheme="minorHAnsi" w:hAnsiTheme="minorHAnsi" w:cstheme="minorHAnsi"/>
          <w:i/>
          <w:color w:val="000000" w:themeColor="text1"/>
          <w:kern w:val="2"/>
          <w:sz w:val="22"/>
          <w:szCs w:val="22"/>
          <w:lang w:eastAsia="ar-SA"/>
        </w:rPr>
        <w:t>/ów udziału, postawionych w postępowaniu</w:t>
      </w:r>
      <w:r w:rsidR="0025213B" w:rsidRPr="00C12815">
        <w:rPr>
          <w:rFonts w:asciiTheme="minorHAnsi" w:hAnsiTheme="minorHAnsi" w:cstheme="minorHAnsi"/>
          <w:i/>
          <w:color w:val="000000" w:themeColor="text1"/>
          <w:kern w:val="2"/>
          <w:sz w:val="22"/>
          <w:szCs w:val="22"/>
          <w:lang w:eastAsia="ar-SA"/>
        </w:rPr>
        <w:t>:</w:t>
      </w:r>
      <w:r w:rsidRPr="00C12815">
        <w:rPr>
          <w:rFonts w:asciiTheme="minorHAnsi" w:hAnsiTheme="minorHAnsi" w:cstheme="minorHAnsi"/>
          <w:i/>
          <w:color w:val="000000" w:themeColor="text1"/>
          <w:kern w:val="2"/>
          <w:sz w:val="22"/>
          <w:szCs w:val="22"/>
          <w:lang w:eastAsia="ar-SA"/>
        </w:rPr>
        <w:t xml:space="preserve"> </w:t>
      </w:r>
      <w:r w:rsidR="0025213B" w:rsidRPr="00C12815">
        <w:rPr>
          <w:rFonts w:asciiTheme="minorHAnsi" w:hAnsiTheme="minorHAnsi" w:cstheme="minorHAnsi"/>
          <w:i/>
          <w:color w:val="000000" w:themeColor="text1"/>
          <w:kern w:val="2"/>
          <w:sz w:val="22"/>
          <w:szCs w:val="22"/>
          <w:lang w:eastAsia="ar-SA"/>
        </w:rPr>
        <w:t>zdolności techniczne lub zawodowe</w:t>
      </w:r>
      <w:r w:rsidRPr="00C12815">
        <w:rPr>
          <w:rFonts w:asciiTheme="minorHAnsi" w:hAnsiTheme="minorHAnsi" w:cstheme="minorHAnsi"/>
          <w:i/>
          <w:color w:val="000000" w:themeColor="text1"/>
          <w:kern w:val="2"/>
          <w:sz w:val="22"/>
          <w:szCs w:val="22"/>
          <w:lang w:eastAsia="ar-SA"/>
        </w:rPr>
        <w:t>,</w:t>
      </w:r>
      <w:r w:rsidR="004E3285" w:rsidRPr="00C12815">
        <w:rPr>
          <w:rFonts w:asciiTheme="minorHAnsi" w:hAnsiTheme="minorHAnsi" w:cstheme="minorHAnsi"/>
          <w:i/>
          <w:color w:val="000000" w:themeColor="text1"/>
          <w:kern w:val="2"/>
          <w:sz w:val="22"/>
          <w:szCs w:val="22"/>
          <w:lang w:eastAsia="ar-SA"/>
        </w:rPr>
        <w:t xml:space="preserve"> </w:t>
      </w:r>
      <w:r w:rsidR="0025213B" w:rsidRPr="00C12815">
        <w:rPr>
          <w:rFonts w:asciiTheme="minorHAnsi" w:hAnsiTheme="minorHAnsi" w:cstheme="minorHAnsi"/>
          <w:i/>
          <w:color w:val="000000" w:themeColor="text1"/>
          <w:kern w:val="2"/>
          <w:sz w:val="22"/>
          <w:szCs w:val="22"/>
          <w:lang w:eastAsia="ar-SA"/>
        </w:rPr>
        <w:t>osoby zdolne do wykonania zamówienia (imię i nazwisko, funkcja lu</w:t>
      </w:r>
      <w:r w:rsidR="00B56D43" w:rsidRPr="00C12815">
        <w:rPr>
          <w:rFonts w:asciiTheme="minorHAnsi" w:hAnsiTheme="minorHAnsi" w:cstheme="minorHAnsi"/>
          <w:i/>
          <w:color w:val="000000" w:themeColor="text1"/>
          <w:kern w:val="2"/>
          <w:sz w:val="22"/>
          <w:szCs w:val="22"/>
          <w:lang w:eastAsia="ar-SA"/>
        </w:rPr>
        <w:t>b</w:t>
      </w:r>
      <w:r w:rsidR="0025213B" w:rsidRPr="00C12815">
        <w:rPr>
          <w:rFonts w:asciiTheme="minorHAnsi" w:hAnsiTheme="minorHAnsi" w:cstheme="minorHAnsi"/>
          <w:i/>
          <w:color w:val="000000" w:themeColor="text1"/>
          <w:kern w:val="2"/>
          <w:sz w:val="22"/>
          <w:szCs w:val="22"/>
          <w:lang w:eastAsia="ar-SA"/>
        </w:rPr>
        <w:t xml:space="preserve">  zakres wykonywanych czynności)</w:t>
      </w:r>
      <w:r w:rsidRPr="00C12815">
        <w:rPr>
          <w:rFonts w:asciiTheme="minorHAnsi" w:hAnsiTheme="minorHAnsi" w:cstheme="minorHAnsi"/>
          <w:i/>
          <w:color w:val="000000" w:themeColor="text1"/>
          <w:kern w:val="2"/>
          <w:sz w:val="22"/>
          <w:szCs w:val="22"/>
          <w:lang w:eastAsia="ar-SA"/>
        </w:rPr>
        <w:t>, lub/i</w:t>
      </w:r>
      <w:r w:rsidR="00903A13" w:rsidRPr="00C12815">
        <w:rPr>
          <w:rFonts w:asciiTheme="minorHAnsi" w:hAnsiTheme="minorHAnsi" w:cstheme="minorHAnsi"/>
          <w:i/>
          <w:color w:val="000000" w:themeColor="text1"/>
          <w:kern w:val="2"/>
          <w:sz w:val="22"/>
          <w:szCs w:val="22"/>
          <w:lang w:eastAsia="ar-SA"/>
        </w:rPr>
        <w:t xml:space="preserve"> </w:t>
      </w:r>
      <w:r w:rsidR="0025213B" w:rsidRPr="00C12815">
        <w:rPr>
          <w:rFonts w:asciiTheme="minorHAnsi" w:hAnsiTheme="minorHAnsi" w:cstheme="minorHAnsi"/>
          <w:i/>
          <w:color w:val="000000" w:themeColor="text1"/>
          <w:kern w:val="2"/>
          <w:sz w:val="22"/>
          <w:szCs w:val="22"/>
          <w:lang w:eastAsia="ar-SA"/>
        </w:rPr>
        <w:t>sytuacja finansowa lub ekonomiczna</w:t>
      </w:r>
      <w:r w:rsidRPr="00C12815">
        <w:rPr>
          <w:rFonts w:asciiTheme="minorHAnsi" w:hAnsiTheme="minorHAnsi" w:cstheme="minorHAnsi"/>
          <w:i/>
          <w:color w:val="000000" w:themeColor="text1"/>
          <w:kern w:val="2"/>
          <w:sz w:val="22"/>
          <w:szCs w:val="22"/>
          <w:lang w:eastAsia="ar-SA"/>
        </w:rPr>
        <w:t>)</w:t>
      </w:r>
    </w:p>
    <w:p w14:paraId="149D58D5" w14:textId="77777777" w:rsidR="00903A13" w:rsidRPr="00C12815" w:rsidRDefault="00903A13" w:rsidP="004E3285">
      <w:pPr>
        <w:spacing w:line="360" w:lineRule="auto"/>
        <w:rPr>
          <w:rFonts w:asciiTheme="minorHAnsi" w:hAnsiTheme="minorHAnsi" w:cstheme="minorHAnsi"/>
          <w:color w:val="000000" w:themeColor="text1"/>
          <w:kern w:val="2"/>
          <w:sz w:val="22"/>
          <w:szCs w:val="22"/>
          <w:u w:val="single"/>
          <w:lang w:eastAsia="ar-SA"/>
        </w:rPr>
      </w:pPr>
    </w:p>
    <w:p w14:paraId="7365A53D" w14:textId="77777777" w:rsidR="00DB03FB" w:rsidRPr="00C12815" w:rsidRDefault="004B5B3B" w:rsidP="004E3285">
      <w:pPr>
        <w:spacing w:line="360" w:lineRule="auto"/>
        <w:rPr>
          <w:rFonts w:asciiTheme="minorHAnsi" w:hAnsiTheme="minorHAnsi" w:cstheme="minorHAnsi"/>
          <w:color w:val="000000" w:themeColor="text1"/>
          <w:kern w:val="2"/>
          <w:sz w:val="22"/>
          <w:szCs w:val="22"/>
          <w:lang w:eastAsia="ar-SA"/>
        </w:rPr>
      </w:pPr>
      <w:r w:rsidRPr="00C12815">
        <w:rPr>
          <w:rFonts w:asciiTheme="minorHAnsi" w:hAnsiTheme="minorHAnsi" w:cstheme="minorHAnsi"/>
          <w:color w:val="000000" w:themeColor="text1"/>
          <w:kern w:val="2"/>
          <w:sz w:val="22"/>
          <w:szCs w:val="22"/>
          <w:u w:val="single"/>
          <w:lang w:eastAsia="ar-SA"/>
        </w:rPr>
        <w:t>Sposób wykorzystania ww. zasobów przez Wykonawcę przy wykonywaniu zamówienia</w:t>
      </w:r>
      <w:r w:rsidR="004E3285" w:rsidRPr="00C12815">
        <w:rPr>
          <w:rFonts w:asciiTheme="minorHAnsi" w:hAnsiTheme="minorHAnsi" w:cstheme="minorHAnsi"/>
          <w:color w:val="000000" w:themeColor="text1"/>
          <w:kern w:val="2"/>
          <w:sz w:val="22"/>
          <w:szCs w:val="22"/>
          <w:lang w:eastAsia="ar-SA"/>
        </w:rPr>
        <w:t>:</w:t>
      </w:r>
    </w:p>
    <w:p w14:paraId="1D810867" w14:textId="77777777" w:rsidR="004E3285" w:rsidRPr="00C12815" w:rsidRDefault="004E3285" w:rsidP="004E3285">
      <w:pPr>
        <w:spacing w:line="360" w:lineRule="auto"/>
        <w:rPr>
          <w:rFonts w:asciiTheme="minorHAnsi" w:hAnsiTheme="minorHAnsi" w:cstheme="minorHAnsi"/>
          <w:color w:val="000000" w:themeColor="text1"/>
          <w:kern w:val="2"/>
          <w:sz w:val="22"/>
          <w:szCs w:val="22"/>
          <w:lang w:eastAsia="ar-SA"/>
        </w:rPr>
      </w:pPr>
      <w:r w:rsidRPr="00C12815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..........................................................................................................................................................</w:t>
      </w:r>
    </w:p>
    <w:p w14:paraId="7A2C18FA" w14:textId="77777777" w:rsidR="00BC6E77" w:rsidRPr="00C12815" w:rsidRDefault="004E3285" w:rsidP="00DB03FB">
      <w:pPr>
        <w:spacing w:line="360" w:lineRule="auto"/>
        <w:rPr>
          <w:rFonts w:asciiTheme="minorHAnsi" w:hAnsiTheme="minorHAnsi" w:cstheme="minorHAnsi"/>
          <w:i/>
          <w:color w:val="000000" w:themeColor="text1"/>
          <w:kern w:val="2"/>
          <w:sz w:val="22"/>
          <w:szCs w:val="22"/>
          <w:lang w:eastAsia="ar-SA"/>
        </w:rPr>
      </w:pPr>
      <w:r w:rsidRPr="00C12815">
        <w:rPr>
          <w:rFonts w:asciiTheme="minorHAnsi" w:hAnsiTheme="minorHAnsi" w:cstheme="minorHAnsi"/>
          <w:i/>
          <w:color w:val="000000" w:themeColor="text1"/>
          <w:kern w:val="2"/>
          <w:sz w:val="22"/>
          <w:szCs w:val="22"/>
          <w:lang w:eastAsia="ar-SA"/>
        </w:rPr>
        <w:t>(</w:t>
      </w:r>
      <w:r w:rsidR="00BC6E77" w:rsidRPr="00C12815">
        <w:rPr>
          <w:rFonts w:asciiTheme="minorHAnsi" w:hAnsiTheme="minorHAnsi" w:cstheme="minorHAnsi"/>
          <w:i/>
          <w:color w:val="000000" w:themeColor="text1"/>
          <w:kern w:val="2"/>
          <w:sz w:val="22"/>
          <w:szCs w:val="22"/>
          <w:lang w:eastAsia="ar-SA"/>
        </w:rPr>
        <w:t>np. podwykon</w:t>
      </w:r>
      <w:r w:rsidRPr="00C12815">
        <w:rPr>
          <w:rFonts w:asciiTheme="minorHAnsi" w:hAnsiTheme="minorHAnsi" w:cstheme="minorHAnsi"/>
          <w:i/>
          <w:color w:val="000000" w:themeColor="text1"/>
          <w:kern w:val="2"/>
          <w:sz w:val="22"/>
          <w:szCs w:val="22"/>
          <w:lang w:eastAsia="ar-SA"/>
        </w:rPr>
        <w:t>awstwo, konsultacje, doradztwo.)</w:t>
      </w:r>
    </w:p>
    <w:p w14:paraId="08C72C8E" w14:textId="77777777" w:rsidR="003241F7" w:rsidRPr="00C12815" w:rsidRDefault="003241F7" w:rsidP="00DB03FB">
      <w:pPr>
        <w:spacing w:line="360" w:lineRule="auto"/>
        <w:rPr>
          <w:rFonts w:asciiTheme="minorHAnsi" w:hAnsiTheme="minorHAnsi" w:cstheme="minorHAnsi"/>
          <w:color w:val="000000" w:themeColor="text1"/>
          <w:kern w:val="2"/>
          <w:sz w:val="22"/>
          <w:szCs w:val="22"/>
          <w:u w:val="single"/>
          <w:lang w:eastAsia="ar-SA"/>
        </w:rPr>
      </w:pPr>
    </w:p>
    <w:p w14:paraId="5C04EF45" w14:textId="77777777" w:rsidR="0025213B" w:rsidRPr="00C12815" w:rsidRDefault="0025213B" w:rsidP="00DB03FB">
      <w:pPr>
        <w:spacing w:line="360" w:lineRule="auto"/>
        <w:rPr>
          <w:rFonts w:asciiTheme="minorHAnsi" w:hAnsiTheme="minorHAnsi" w:cstheme="minorHAnsi"/>
          <w:color w:val="000000" w:themeColor="text1"/>
          <w:kern w:val="2"/>
          <w:sz w:val="22"/>
          <w:szCs w:val="22"/>
          <w:lang w:eastAsia="ar-SA"/>
        </w:rPr>
      </w:pPr>
      <w:r w:rsidRPr="00C12815">
        <w:rPr>
          <w:rFonts w:asciiTheme="minorHAnsi" w:hAnsiTheme="minorHAnsi" w:cstheme="minorHAnsi"/>
          <w:color w:val="000000" w:themeColor="text1"/>
          <w:kern w:val="2"/>
          <w:sz w:val="22"/>
          <w:szCs w:val="22"/>
          <w:u w:val="single"/>
          <w:lang w:eastAsia="ar-SA"/>
        </w:rPr>
        <w:t>Zakres i okres udziału innego podmiotu przy wykonywaniu zamówienia</w:t>
      </w:r>
      <w:r w:rsidRPr="00C12815">
        <w:rPr>
          <w:rFonts w:asciiTheme="minorHAnsi" w:hAnsiTheme="minorHAnsi" w:cstheme="minorHAnsi"/>
          <w:color w:val="000000" w:themeColor="text1"/>
          <w:kern w:val="2"/>
          <w:sz w:val="22"/>
          <w:szCs w:val="22"/>
          <w:lang w:eastAsia="ar-SA"/>
        </w:rPr>
        <w:t>:</w:t>
      </w:r>
    </w:p>
    <w:p w14:paraId="445BFFEF" w14:textId="77777777" w:rsidR="004F6BE6" w:rsidRPr="00C12815" w:rsidRDefault="003D32FB" w:rsidP="00DB03FB">
      <w:pPr>
        <w:spacing w:line="360" w:lineRule="auto"/>
        <w:rPr>
          <w:rFonts w:asciiTheme="minorHAnsi" w:hAnsiTheme="minorHAnsi" w:cstheme="minorHAnsi"/>
          <w:color w:val="000000" w:themeColor="text1"/>
          <w:kern w:val="2"/>
          <w:sz w:val="22"/>
          <w:szCs w:val="22"/>
          <w:lang w:eastAsia="ar-SA"/>
        </w:rPr>
      </w:pPr>
      <w:r w:rsidRPr="00C12815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</w:t>
      </w:r>
    </w:p>
    <w:p w14:paraId="187653CF" w14:textId="77777777" w:rsidR="0025213B" w:rsidRPr="00C12815" w:rsidRDefault="00B5207E" w:rsidP="00B5207E">
      <w:pPr>
        <w:rPr>
          <w:rFonts w:asciiTheme="minorHAnsi" w:hAnsiTheme="minorHAnsi" w:cstheme="minorHAnsi"/>
          <w:i/>
          <w:color w:val="000000" w:themeColor="text1"/>
          <w:kern w:val="2"/>
          <w:sz w:val="22"/>
          <w:szCs w:val="22"/>
          <w:lang w:eastAsia="ar-SA"/>
        </w:rPr>
      </w:pPr>
      <w:r w:rsidRPr="00C12815">
        <w:rPr>
          <w:rFonts w:asciiTheme="minorHAnsi" w:hAnsiTheme="minorHAnsi" w:cstheme="minorHAnsi"/>
          <w:i/>
          <w:color w:val="000000" w:themeColor="text1"/>
          <w:kern w:val="2"/>
          <w:sz w:val="22"/>
          <w:szCs w:val="22"/>
          <w:lang w:eastAsia="ar-SA"/>
        </w:rPr>
        <w:lastRenderedPageBreak/>
        <w:t>(</w:t>
      </w:r>
      <w:r w:rsidR="004F6BE6" w:rsidRPr="00C12815">
        <w:rPr>
          <w:rFonts w:asciiTheme="minorHAnsi" w:hAnsiTheme="minorHAnsi" w:cstheme="minorHAnsi"/>
          <w:i/>
          <w:color w:val="000000" w:themeColor="text1"/>
          <w:kern w:val="2"/>
          <w:sz w:val="22"/>
          <w:szCs w:val="22"/>
          <w:lang w:eastAsia="ar-SA"/>
        </w:rPr>
        <w:t>W sytuacji gdy przedmiotem udzielenia są zasoby nierozerwalnie związane z podmiotem ich udzielającym, niemożliwe do samodzielnego obrotu i dalszego udzielenia ich bez zaangażowania tego podmiotu w wykonanie zamówienia, taki dokument powinien zawierać wyraźne nawiązanie do uczestnictwa tego podmiotu w wykonaniu zamówienia.</w:t>
      </w:r>
      <w:r w:rsidRPr="00C12815">
        <w:rPr>
          <w:rFonts w:asciiTheme="minorHAnsi" w:hAnsiTheme="minorHAnsi" w:cstheme="minorHAnsi"/>
          <w:i/>
          <w:color w:val="000000" w:themeColor="text1"/>
          <w:kern w:val="2"/>
          <w:sz w:val="22"/>
          <w:szCs w:val="22"/>
          <w:lang w:eastAsia="ar-SA"/>
        </w:rPr>
        <w:t>)</w:t>
      </w:r>
    </w:p>
    <w:p w14:paraId="0E79F9D4" w14:textId="77777777" w:rsidR="00B5207E" w:rsidRPr="00C12815" w:rsidRDefault="00B5207E" w:rsidP="00B5207E">
      <w:pPr>
        <w:spacing w:line="360" w:lineRule="auto"/>
        <w:rPr>
          <w:rFonts w:asciiTheme="minorHAnsi" w:hAnsiTheme="minorHAnsi" w:cstheme="minorHAnsi"/>
          <w:color w:val="000000" w:themeColor="text1"/>
          <w:kern w:val="2"/>
          <w:sz w:val="22"/>
          <w:szCs w:val="22"/>
          <w:u w:val="single"/>
          <w:lang w:eastAsia="ar-SA"/>
        </w:rPr>
      </w:pPr>
    </w:p>
    <w:p w14:paraId="7871F462" w14:textId="77777777" w:rsidR="004E3285" w:rsidRPr="00C12815" w:rsidRDefault="004B5B3B" w:rsidP="00B5207E">
      <w:pPr>
        <w:spacing w:line="360" w:lineRule="auto"/>
        <w:rPr>
          <w:rFonts w:asciiTheme="minorHAnsi" w:hAnsiTheme="minorHAnsi" w:cstheme="minorHAnsi"/>
          <w:color w:val="000000" w:themeColor="text1"/>
          <w:kern w:val="2"/>
          <w:sz w:val="22"/>
          <w:szCs w:val="22"/>
          <w:lang w:eastAsia="ar-SA"/>
        </w:rPr>
      </w:pPr>
      <w:r w:rsidRPr="00C12815">
        <w:rPr>
          <w:rFonts w:asciiTheme="minorHAnsi" w:hAnsiTheme="minorHAnsi" w:cstheme="minorHAnsi"/>
          <w:color w:val="000000" w:themeColor="text1"/>
          <w:kern w:val="2"/>
          <w:sz w:val="22"/>
          <w:szCs w:val="22"/>
          <w:u w:val="single"/>
          <w:lang w:eastAsia="ar-SA"/>
        </w:rPr>
        <w:t>Charakter stosunku, jaki będzie łączył nas z Wykonawcą</w:t>
      </w:r>
      <w:r w:rsidRPr="00C12815">
        <w:rPr>
          <w:rFonts w:asciiTheme="minorHAnsi" w:hAnsiTheme="minorHAnsi" w:cstheme="minorHAnsi"/>
          <w:color w:val="000000" w:themeColor="text1"/>
          <w:kern w:val="2"/>
          <w:sz w:val="22"/>
          <w:szCs w:val="22"/>
          <w:lang w:eastAsia="ar-SA"/>
        </w:rPr>
        <w:t xml:space="preserve">: </w:t>
      </w:r>
    </w:p>
    <w:p w14:paraId="46B9408C" w14:textId="77777777" w:rsidR="004B5B3B" w:rsidRPr="00C12815" w:rsidRDefault="004E3285" w:rsidP="00DB03FB">
      <w:pPr>
        <w:spacing w:line="360" w:lineRule="auto"/>
        <w:rPr>
          <w:rFonts w:asciiTheme="minorHAnsi" w:hAnsiTheme="minorHAnsi" w:cstheme="minorHAnsi"/>
          <w:i/>
          <w:color w:val="000000" w:themeColor="text1"/>
          <w:kern w:val="2"/>
          <w:sz w:val="22"/>
          <w:szCs w:val="22"/>
          <w:lang w:eastAsia="ar-SA"/>
        </w:rPr>
      </w:pPr>
      <w:r w:rsidRPr="00C12815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.......................................................................................................................................................... </w:t>
      </w:r>
      <w:r w:rsidRPr="00C12815">
        <w:rPr>
          <w:rFonts w:asciiTheme="minorHAnsi" w:hAnsiTheme="minorHAnsi" w:cstheme="minorHAnsi"/>
          <w:bCs/>
          <w:i/>
          <w:color w:val="000000" w:themeColor="text1"/>
          <w:sz w:val="22"/>
          <w:szCs w:val="22"/>
        </w:rPr>
        <w:t>(</w:t>
      </w:r>
      <w:r w:rsidR="00BC6E77" w:rsidRPr="00C12815">
        <w:rPr>
          <w:rFonts w:asciiTheme="minorHAnsi" w:hAnsiTheme="minorHAnsi" w:cstheme="minorHAnsi"/>
          <w:i/>
          <w:color w:val="000000" w:themeColor="text1"/>
          <w:kern w:val="2"/>
          <w:sz w:val="22"/>
          <w:szCs w:val="22"/>
          <w:lang w:eastAsia="ar-SA"/>
        </w:rPr>
        <w:t>np. umowa cywilno-prawna, umowa o współpracy</w:t>
      </w:r>
      <w:r w:rsidRPr="00C12815">
        <w:rPr>
          <w:rFonts w:asciiTheme="minorHAnsi" w:hAnsiTheme="minorHAnsi" w:cstheme="minorHAnsi"/>
          <w:i/>
          <w:color w:val="000000" w:themeColor="text1"/>
          <w:kern w:val="2"/>
          <w:sz w:val="22"/>
          <w:szCs w:val="22"/>
          <w:lang w:eastAsia="ar-SA"/>
        </w:rPr>
        <w:t>)</w:t>
      </w:r>
    </w:p>
    <w:p w14:paraId="4BEE18E5" w14:textId="77777777" w:rsidR="00DB03FB" w:rsidRPr="00C12815" w:rsidRDefault="00DB03FB" w:rsidP="004E3285">
      <w:pPr>
        <w:spacing w:line="360" w:lineRule="auto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</w:p>
    <w:p w14:paraId="083DE176" w14:textId="77777777" w:rsidR="0025213B" w:rsidRPr="00C12815" w:rsidRDefault="00AE5401" w:rsidP="00B95F00">
      <w:pPr>
        <w:widowControl w:val="0"/>
        <w:suppressAutoHyphens/>
        <w:autoSpaceDE w:val="0"/>
        <w:autoSpaceDN w:val="0"/>
        <w:adjustRightInd w:val="0"/>
        <w:spacing w:line="360" w:lineRule="auto"/>
        <w:ind w:firstLine="425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12815">
        <w:rPr>
          <w:rFonts w:asciiTheme="minorHAnsi" w:hAnsiTheme="minorHAnsi" w:cstheme="minorHAnsi"/>
          <w:color w:val="000000" w:themeColor="text1"/>
          <w:sz w:val="22"/>
          <w:szCs w:val="22"/>
        </w:rPr>
        <w:t>Jednocześnie oświadczam/</w:t>
      </w:r>
      <w:r w:rsidR="0025213B" w:rsidRPr="00C12815">
        <w:rPr>
          <w:rFonts w:asciiTheme="minorHAnsi" w:hAnsiTheme="minorHAnsi" w:cstheme="minorHAnsi"/>
          <w:color w:val="000000" w:themeColor="text1"/>
          <w:sz w:val="22"/>
          <w:szCs w:val="22"/>
        </w:rPr>
        <w:t>y, że</w:t>
      </w:r>
      <w:r w:rsidR="0025213B" w:rsidRPr="00C12815">
        <w:rPr>
          <w:rFonts w:asciiTheme="minorHAnsi" w:hAnsiTheme="minorHAnsi" w:cstheme="minorHAnsi"/>
          <w:color w:val="000000" w:themeColor="text1"/>
          <w:kern w:val="2"/>
          <w:sz w:val="22"/>
          <w:szCs w:val="22"/>
          <w:lang w:eastAsia="ar-SA"/>
        </w:rPr>
        <w:t xml:space="preserve"> wymieniony podmiot, stosownie do art. </w:t>
      </w:r>
      <w:r w:rsidR="007E6A62" w:rsidRPr="00C12815">
        <w:rPr>
          <w:rFonts w:asciiTheme="minorHAnsi" w:hAnsiTheme="minorHAnsi" w:cstheme="minorHAnsi"/>
          <w:color w:val="000000" w:themeColor="text1"/>
          <w:kern w:val="2"/>
          <w:sz w:val="22"/>
          <w:szCs w:val="22"/>
          <w:lang w:eastAsia="ar-SA"/>
        </w:rPr>
        <w:t>120</w:t>
      </w:r>
      <w:r w:rsidR="0025213B" w:rsidRPr="00C12815">
        <w:rPr>
          <w:rFonts w:asciiTheme="minorHAnsi" w:hAnsiTheme="minorHAnsi" w:cstheme="minorHAnsi"/>
          <w:color w:val="000000" w:themeColor="text1"/>
          <w:kern w:val="2"/>
          <w:sz w:val="22"/>
          <w:szCs w:val="22"/>
          <w:lang w:eastAsia="ar-SA"/>
        </w:rPr>
        <w:t xml:space="preserve"> ustawy </w:t>
      </w:r>
      <w:proofErr w:type="spellStart"/>
      <w:r w:rsidR="0025213B" w:rsidRPr="00C12815">
        <w:rPr>
          <w:rFonts w:asciiTheme="minorHAnsi" w:hAnsiTheme="minorHAnsi" w:cstheme="minorHAnsi"/>
          <w:color w:val="000000" w:themeColor="text1"/>
          <w:kern w:val="2"/>
          <w:sz w:val="22"/>
          <w:szCs w:val="22"/>
          <w:lang w:eastAsia="ar-SA"/>
        </w:rPr>
        <w:t>Pzp</w:t>
      </w:r>
      <w:proofErr w:type="spellEnd"/>
      <w:r w:rsidR="0025213B" w:rsidRPr="00C1281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będzie odpowiadał solidarnie z Wykonawcą, który polega na jego sytuacji finansowej lub ekonomicznej </w:t>
      </w:r>
      <w:r w:rsidR="00B95F00" w:rsidRPr="00C12815">
        <w:rPr>
          <w:rFonts w:asciiTheme="minorHAnsi" w:hAnsiTheme="minorHAnsi" w:cstheme="minorHAnsi"/>
          <w:color w:val="000000" w:themeColor="text1"/>
          <w:sz w:val="22"/>
          <w:szCs w:val="22"/>
        </w:rPr>
        <w:t>za szkodę poniesioną przez Zamawiającego powstałą wskutek nieudostępnienia tych zasobów, chyba że za nieudostępnienie nie ponosi winy.</w:t>
      </w:r>
      <w:r w:rsidR="0025213B" w:rsidRPr="00C12815">
        <w:rPr>
          <w:rFonts w:asciiTheme="minorHAnsi" w:hAnsiTheme="minorHAnsi" w:cstheme="minorHAnsi"/>
          <w:color w:val="000000" w:themeColor="text1"/>
          <w:sz w:val="22"/>
          <w:szCs w:val="22"/>
        </w:rPr>
        <w:br/>
      </w:r>
    </w:p>
    <w:p w14:paraId="48FF1E4B" w14:textId="77777777" w:rsidR="0025213B" w:rsidRPr="00C12815" w:rsidRDefault="0025213B" w:rsidP="004E3285">
      <w:pPr>
        <w:widowControl w:val="0"/>
        <w:tabs>
          <w:tab w:val="left" w:pos="284"/>
        </w:tabs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12815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Niniejsze oświadczenie potwierdza ww. okoliczności na dzień składania ofert.</w:t>
      </w:r>
    </w:p>
    <w:p w14:paraId="7E3A0673" w14:textId="77777777" w:rsidR="00DB03FB" w:rsidRPr="00C12815" w:rsidRDefault="00DB03FB" w:rsidP="00DB03FB">
      <w:pPr>
        <w:spacing w:line="360" w:lineRule="auto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</w:p>
    <w:p w14:paraId="13165680" w14:textId="77777777" w:rsidR="005E102B" w:rsidRPr="00C12815" w:rsidRDefault="005E102B" w:rsidP="005E102B">
      <w:pPr>
        <w:spacing w:line="360" w:lineRule="auto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5B01358E" w14:textId="77777777" w:rsidR="00ED2C6B" w:rsidRPr="00C12815" w:rsidRDefault="00ED2C6B" w:rsidP="00D866CF">
      <w:pPr>
        <w:spacing w:line="360" w:lineRule="auto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1281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……………............……. </w:t>
      </w:r>
      <w:r w:rsidRPr="00C12815">
        <w:rPr>
          <w:rFonts w:asciiTheme="minorHAnsi" w:hAnsiTheme="minorHAnsi" w:cstheme="minorHAnsi"/>
          <w:i/>
          <w:color w:val="000000" w:themeColor="text1"/>
          <w:sz w:val="22"/>
          <w:szCs w:val="22"/>
        </w:rPr>
        <w:t xml:space="preserve">(miejscowość), </w:t>
      </w:r>
      <w:r w:rsidRPr="00C1281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dnia ………….……. r. </w:t>
      </w:r>
    </w:p>
    <w:p w14:paraId="5870663F" w14:textId="77777777" w:rsidR="00ED2C6B" w:rsidRPr="00C12815" w:rsidRDefault="00ED2C6B" w:rsidP="00D866CF">
      <w:pPr>
        <w:autoSpaceDE w:val="0"/>
        <w:autoSpaceDN w:val="0"/>
        <w:adjustRightInd w:val="0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6B0F5AAC" w14:textId="77777777" w:rsidR="00017291" w:rsidRPr="00C12815" w:rsidRDefault="00017291" w:rsidP="00D866CF">
      <w:pPr>
        <w:autoSpaceDE w:val="0"/>
        <w:autoSpaceDN w:val="0"/>
        <w:adjustRightInd w:val="0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471665E1" w14:textId="77777777" w:rsidR="00A95738" w:rsidRPr="00C12815" w:rsidRDefault="00A95738" w:rsidP="00D866CF">
      <w:pPr>
        <w:autoSpaceDE w:val="0"/>
        <w:autoSpaceDN w:val="0"/>
        <w:adjustRightInd w:val="0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414F4A12" w14:textId="77777777" w:rsidR="00D866CF" w:rsidRPr="00C12815" w:rsidRDefault="00D866CF" w:rsidP="00D866CF">
      <w:pPr>
        <w:widowControl w:val="0"/>
        <w:suppressAutoHyphens/>
        <w:autoSpaceDE w:val="0"/>
        <w:autoSpaceDN w:val="0"/>
        <w:adjustRightInd w:val="0"/>
        <w:jc w:val="righ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12815">
        <w:rPr>
          <w:rFonts w:asciiTheme="minorHAnsi" w:hAnsiTheme="minorHAnsi" w:cstheme="minorHAnsi"/>
          <w:color w:val="000000" w:themeColor="text1"/>
          <w:sz w:val="22"/>
          <w:szCs w:val="22"/>
        </w:rPr>
        <w:t>......</w:t>
      </w:r>
      <w:r w:rsidR="003241F7" w:rsidRPr="00C12815">
        <w:rPr>
          <w:rFonts w:asciiTheme="minorHAnsi" w:hAnsiTheme="minorHAnsi" w:cstheme="minorHAnsi"/>
          <w:color w:val="000000" w:themeColor="text1"/>
          <w:sz w:val="22"/>
          <w:szCs w:val="22"/>
        </w:rPr>
        <w:t>.............</w:t>
      </w:r>
      <w:r w:rsidRPr="00C12815">
        <w:rPr>
          <w:rFonts w:asciiTheme="minorHAnsi" w:hAnsiTheme="minorHAnsi" w:cstheme="minorHAnsi"/>
          <w:color w:val="000000" w:themeColor="text1"/>
          <w:sz w:val="22"/>
          <w:szCs w:val="22"/>
        </w:rPr>
        <w:t>...........</w:t>
      </w:r>
      <w:r w:rsidR="00ED2C6B" w:rsidRPr="00C12815">
        <w:rPr>
          <w:rFonts w:asciiTheme="minorHAnsi" w:hAnsiTheme="minorHAnsi" w:cstheme="minorHAnsi"/>
          <w:color w:val="000000" w:themeColor="text1"/>
          <w:sz w:val="22"/>
          <w:szCs w:val="22"/>
        </w:rPr>
        <w:t>...................................................</w:t>
      </w:r>
    </w:p>
    <w:p w14:paraId="19D96C82" w14:textId="77777777" w:rsidR="00D866CF" w:rsidRPr="00C12815" w:rsidRDefault="00ED2C6B" w:rsidP="00D866CF">
      <w:pPr>
        <w:widowControl w:val="0"/>
        <w:suppressAutoHyphens/>
        <w:autoSpaceDE w:val="0"/>
        <w:autoSpaceDN w:val="0"/>
        <w:adjustRightInd w:val="0"/>
        <w:jc w:val="righ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1281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(podpis </w:t>
      </w:r>
      <w:r w:rsidR="003241F7" w:rsidRPr="00C12815">
        <w:rPr>
          <w:rFonts w:asciiTheme="minorHAnsi" w:hAnsiTheme="minorHAnsi" w:cstheme="minorHAnsi"/>
          <w:color w:val="000000" w:themeColor="text1"/>
          <w:sz w:val="22"/>
          <w:szCs w:val="22"/>
        </w:rPr>
        <w:t>osoby/osób uprawnionej/</w:t>
      </w:r>
      <w:proofErr w:type="spellStart"/>
      <w:r w:rsidR="003241F7" w:rsidRPr="00C12815">
        <w:rPr>
          <w:rFonts w:asciiTheme="minorHAnsi" w:hAnsiTheme="minorHAnsi" w:cstheme="minorHAnsi"/>
          <w:color w:val="000000" w:themeColor="text1"/>
          <w:sz w:val="22"/>
          <w:szCs w:val="22"/>
        </w:rPr>
        <w:t>nych</w:t>
      </w:r>
      <w:proofErr w:type="spellEnd"/>
      <w:r w:rsidR="003241F7" w:rsidRPr="00C1281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D866CF" w:rsidRPr="00C1281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do składania oświadczeń woli </w:t>
      </w:r>
    </w:p>
    <w:p w14:paraId="45247425" w14:textId="77777777" w:rsidR="00ED2C6B" w:rsidRPr="00C12815" w:rsidRDefault="00D866CF" w:rsidP="00D866CF">
      <w:pPr>
        <w:widowControl w:val="0"/>
        <w:suppressAutoHyphens/>
        <w:autoSpaceDE w:val="0"/>
        <w:autoSpaceDN w:val="0"/>
        <w:adjustRightInd w:val="0"/>
        <w:jc w:val="righ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12815">
        <w:rPr>
          <w:rFonts w:asciiTheme="minorHAnsi" w:hAnsiTheme="minorHAnsi" w:cstheme="minorHAnsi"/>
          <w:color w:val="000000" w:themeColor="text1"/>
          <w:sz w:val="22"/>
          <w:szCs w:val="22"/>
        </w:rPr>
        <w:t>w imieniu podmiotu oddającego do dyspozycji zasoby</w:t>
      </w:r>
      <w:r w:rsidR="00ED2C6B" w:rsidRPr="00C1281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) </w:t>
      </w:r>
    </w:p>
    <w:p w14:paraId="22887CC5" w14:textId="77777777" w:rsidR="00910419" w:rsidRPr="00C12815" w:rsidRDefault="00ED2C6B" w:rsidP="00ED2C6B">
      <w:pPr>
        <w:autoSpaceDE w:val="0"/>
        <w:autoSpaceDN w:val="0"/>
        <w:adjustRightInd w:val="0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12815">
        <w:rPr>
          <w:rFonts w:asciiTheme="minorHAnsi" w:hAnsiTheme="minorHAnsi" w:cstheme="minorHAnsi"/>
          <w:color w:val="000000" w:themeColor="text1"/>
          <w:sz w:val="22"/>
          <w:szCs w:val="22"/>
        </w:rPr>
        <w:t>(pieczęć</w:t>
      </w:r>
      <w:r w:rsidR="00D866CF" w:rsidRPr="00C1281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podmiotu udostępniającego zasoby</w:t>
      </w:r>
      <w:r w:rsidRPr="00C12815">
        <w:rPr>
          <w:rFonts w:asciiTheme="minorHAnsi" w:hAnsiTheme="minorHAnsi" w:cstheme="minorHAnsi"/>
          <w:color w:val="000000" w:themeColor="text1"/>
          <w:sz w:val="22"/>
          <w:szCs w:val="22"/>
        </w:rPr>
        <w:t>)</w:t>
      </w:r>
    </w:p>
    <w:p w14:paraId="6927566C" w14:textId="77777777" w:rsidR="004F6BE6" w:rsidRPr="00C12815" w:rsidRDefault="004F6BE6" w:rsidP="00ED2C6B">
      <w:pPr>
        <w:autoSpaceDE w:val="0"/>
        <w:autoSpaceDN w:val="0"/>
        <w:adjustRightInd w:val="0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252B6AAB" w14:textId="77777777" w:rsidR="004F6BE6" w:rsidRPr="00C12815" w:rsidRDefault="004F6BE6" w:rsidP="004F6BE6">
      <w:pPr>
        <w:jc w:val="both"/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</w:pPr>
      <w:r w:rsidRPr="00C12815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>UWAGA: Zamiast niniejszego Formularza można przedstawić inne dokumenty, w szczególności:</w:t>
      </w:r>
    </w:p>
    <w:p w14:paraId="0DA7D826" w14:textId="77777777" w:rsidR="004F6BE6" w:rsidRPr="00C12815" w:rsidRDefault="004F6BE6" w:rsidP="004F6BE6">
      <w:pPr>
        <w:jc w:val="both"/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</w:pPr>
      <w:r w:rsidRPr="00C12815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 xml:space="preserve">1. zobowiązanie podmiotu, o którym mowa w art. </w:t>
      </w:r>
      <w:r w:rsidR="00EE07D4" w:rsidRPr="00C12815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 xml:space="preserve">118 </w:t>
      </w:r>
      <w:r w:rsidRPr="00C12815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 xml:space="preserve">ust. </w:t>
      </w:r>
      <w:r w:rsidR="00EE07D4" w:rsidRPr="00C12815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>3</w:t>
      </w:r>
      <w:r w:rsidRPr="00C12815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 xml:space="preserve"> ustawy </w:t>
      </w:r>
      <w:proofErr w:type="spellStart"/>
      <w:r w:rsidRPr="00C12815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>Pzp</w:t>
      </w:r>
      <w:proofErr w:type="spellEnd"/>
      <w:r w:rsidRPr="00C12815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 xml:space="preserve"> sporządzone w oparciu o własny wzór</w:t>
      </w:r>
      <w:r w:rsidR="00D81E9E" w:rsidRPr="00C12815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>;</w:t>
      </w:r>
    </w:p>
    <w:p w14:paraId="7B1BDBDA" w14:textId="77777777" w:rsidR="004F6BE6" w:rsidRPr="00C12815" w:rsidRDefault="004F6BE6" w:rsidP="004F6BE6">
      <w:pPr>
        <w:jc w:val="both"/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</w:pPr>
      <w:r w:rsidRPr="00C12815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>2. inne dokumenty stanowiące dowód, że Wykonawca realizując zamówienie będzie dysponował niezbędnymi zasobami podmiotów w stopniu umożliwiającym należyte wykonanie zamówienia publicznego oraz stosunek łączący Wykonawcę z tymi podmiotami będzie gwarantował rzeczywisty dostęp do ich zasobów, określające w szczególności:</w:t>
      </w:r>
    </w:p>
    <w:p w14:paraId="76CE4748" w14:textId="77777777" w:rsidR="004F6BE6" w:rsidRPr="00C12815" w:rsidRDefault="004F6BE6" w:rsidP="004F6BE6">
      <w:pPr>
        <w:jc w:val="both"/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</w:pPr>
      <w:r w:rsidRPr="00C12815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>a) zakres dostępnych Wykonawcy zasobów innego podmiotu,</w:t>
      </w:r>
    </w:p>
    <w:p w14:paraId="6291968E" w14:textId="77777777" w:rsidR="004F6BE6" w:rsidRPr="00C12815" w:rsidRDefault="004F6BE6" w:rsidP="004F6BE6">
      <w:pPr>
        <w:jc w:val="both"/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</w:pPr>
      <w:r w:rsidRPr="00C12815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 xml:space="preserve">b) sposób wykorzystania zasobów innego podmiotu, przez Wykonawcę, przy wykonywaniu zamówienia publicznego, </w:t>
      </w:r>
    </w:p>
    <w:p w14:paraId="0649BA1A" w14:textId="77777777" w:rsidR="004F6BE6" w:rsidRPr="00C12815" w:rsidRDefault="004F6BE6" w:rsidP="004F6BE6">
      <w:pPr>
        <w:jc w:val="both"/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</w:pPr>
      <w:r w:rsidRPr="00C12815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>c) zakres i okres udziału innego podmiotu przy wykonywaniu zamówienia publicznego,</w:t>
      </w:r>
    </w:p>
    <w:p w14:paraId="55753C3A" w14:textId="77777777" w:rsidR="004F6BE6" w:rsidRPr="00C12815" w:rsidRDefault="004F6BE6" w:rsidP="004F6BE6">
      <w:pPr>
        <w:jc w:val="both"/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</w:pPr>
      <w:r w:rsidRPr="00C12815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>d) czy podmiot, na zdolnościach którego Wykonawca polega w odniesieniu do warunków udziału w postępowaniu dotyczących kwalifikacji zawodowych lub doświadczenia, zrealizuje usługi, których wskazane zdolności dotyczą.</w:t>
      </w:r>
    </w:p>
    <w:p w14:paraId="0D947389" w14:textId="77777777" w:rsidR="004F6BE6" w:rsidRPr="00C12815" w:rsidRDefault="004F6BE6" w:rsidP="00ED2C6B">
      <w:pPr>
        <w:autoSpaceDE w:val="0"/>
        <w:autoSpaceDN w:val="0"/>
        <w:adjustRightInd w:val="0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sectPr w:rsidR="004F6BE6" w:rsidRPr="00C12815" w:rsidSect="00816CE6">
      <w:headerReference w:type="default" r:id="rId8"/>
      <w:footerReference w:type="default" r:id="rId9"/>
      <w:pgSz w:w="11906" w:h="16838"/>
      <w:pgMar w:top="851" w:right="1134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6A8A77" w14:textId="77777777" w:rsidR="002F318F" w:rsidRDefault="002F318F">
      <w:r>
        <w:separator/>
      </w:r>
    </w:p>
  </w:endnote>
  <w:endnote w:type="continuationSeparator" w:id="0">
    <w:p w14:paraId="0FCB394A" w14:textId="77777777" w:rsidR="002F318F" w:rsidRDefault="002F31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822899" w14:textId="1A513334" w:rsidR="00421677" w:rsidRDefault="00DC4484">
    <w:pPr>
      <w:pStyle w:val="Stopka"/>
      <w:jc w:val="center"/>
    </w:pPr>
    <w:r>
      <w:rPr>
        <w:noProof/>
      </w:rPr>
      <w:drawing>
        <wp:inline distT="0" distB="0" distL="0" distR="0" wp14:anchorId="382604B1" wp14:editId="329FF032">
          <wp:extent cx="5939790" cy="816610"/>
          <wp:effectExtent l="0" t="0" r="3810" b="254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_POIR_poziom_pl-1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39790" cy="8166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E5C5F87" w14:textId="77777777" w:rsidR="000914A0" w:rsidRDefault="000914A0" w:rsidP="000914A0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DDF852" w14:textId="77777777" w:rsidR="002F318F" w:rsidRDefault="002F318F">
      <w:r>
        <w:separator/>
      </w:r>
    </w:p>
  </w:footnote>
  <w:footnote w:type="continuationSeparator" w:id="0">
    <w:p w14:paraId="3639F167" w14:textId="77777777" w:rsidR="002F318F" w:rsidRDefault="002F31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71BC05" w14:textId="77777777" w:rsidR="008041A3" w:rsidRPr="00816CE6" w:rsidRDefault="008041A3" w:rsidP="004F5BBB">
    <w:pPr>
      <w:ind w:left="6840"/>
      <w:jc w:val="right"/>
      <w:rPr>
        <w:rFonts w:ascii="Tahoma" w:hAnsi="Tahoma" w:cs="Tahoma"/>
        <w:i/>
        <w:color w:val="0070C0"/>
        <w:sz w:val="16"/>
        <w:szCs w:val="16"/>
      </w:rPr>
    </w:pPr>
    <w:r w:rsidRPr="00816CE6">
      <w:rPr>
        <w:rFonts w:ascii="Tahoma" w:hAnsi="Tahoma" w:cs="Tahoma"/>
        <w:i/>
        <w:color w:val="0070C0"/>
        <w:sz w:val="16"/>
        <w:szCs w:val="16"/>
      </w:rPr>
      <w:t xml:space="preserve">Załącznik </w:t>
    </w:r>
    <w:r w:rsidR="00F32D57" w:rsidRPr="00816CE6">
      <w:rPr>
        <w:rFonts w:ascii="Tahoma" w:hAnsi="Tahoma" w:cs="Tahoma"/>
        <w:i/>
        <w:color w:val="0070C0"/>
        <w:sz w:val="16"/>
        <w:szCs w:val="16"/>
      </w:rPr>
      <w:t>n</w:t>
    </w:r>
    <w:r w:rsidRPr="00816CE6">
      <w:rPr>
        <w:rFonts w:ascii="Tahoma" w:hAnsi="Tahoma" w:cs="Tahoma"/>
        <w:i/>
        <w:color w:val="0070C0"/>
        <w:sz w:val="16"/>
        <w:szCs w:val="16"/>
      </w:rPr>
      <w:t>r</w:t>
    </w:r>
    <w:r w:rsidR="002B49A6" w:rsidRPr="00816CE6">
      <w:rPr>
        <w:rFonts w:ascii="Tahoma" w:hAnsi="Tahoma" w:cs="Tahoma"/>
        <w:i/>
        <w:color w:val="0070C0"/>
        <w:sz w:val="16"/>
        <w:szCs w:val="16"/>
      </w:rPr>
      <w:t xml:space="preserve"> </w:t>
    </w:r>
    <w:r w:rsidR="00C512E0" w:rsidRPr="00816CE6">
      <w:rPr>
        <w:rFonts w:ascii="Tahoma" w:hAnsi="Tahoma" w:cs="Tahoma"/>
        <w:i/>
        <w:color w:val="0070C0"/>
        <w:sz w:val="16"/>
        <w:szCs w:val="16"/>
      </w:rPr>
      <w:t xml:space="preserve"> </w:t>
    </w:r>
    <w:r w:rsidR="00DA2B85">
      <w:rPr>
        <w:rFonts w:ascii="Tahoma" w:hAnsi="Tahoma" w:cs="Tahoma"/>
        <w:i/>
        <w:color w:val="0070C0"/>
        <w:sz w:val="16"/>
        <w:szCs w:val="16"/>
      </w:rPr>
      <w:t>6</w:t>
    </w:r>
    <w:r w:rsidR="00C512E0" w:rsidRPr="00816CE6">
      <w:rPr>
        <w:rFonts w:ascii="Tahoma" w:hAnsi="Tahoma" w:cs="Tahoma"/>
        <w:i/>
        <w:color w:val="0070C0"/>
        <w:sz w:val="16"/>
        <w:szCs w:val="16"/>
      </w:rPr>
      <w:t xml:space="preserve"> </w:t>
    </w:r>
    <w:r w:rsidR="008F4212">
      <w:rPr>
        <w:rFonts w:ascii="Tahoma" w:hAnsi="Tahoma" w:cs="Tahoma"/>
        <w:i/>
        <w:color w:val="0070C0"/>
        <w:sz w:val="16"/>
        <w:szCs w:val="16"/>
      </w:rPr>
      <w:t>do S</w:t>
    </w:r>
    <w:r w:rsidRPr="00816CE6">
      <w:rPr>
        <w:rFonts w:ascii="Tahoma" w:hAnsi="Tahoma" w:cs="Tahoma"/>
        <w:i/>
        <w:color w:val="0070C0"/>
        <w:sz w:val="16"/>
        <w:szCs w:val="16"/>
      </w:rPr>
      <w:t>WZ</w:t>
    </w:r>
  </w:p>
  <w:p w14:paraId="1346F192" w14:textId="77777777" w:rsidR="008041A3" w:rsidRDefault="008041A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70069"/>
    <w:multiLevelType w:val="hybridMultilevel"/>
    <w:tmpl w:val="B3041F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380DFA"/>
    <w:multiLevelType w:val="hybridMultilevel"/>
    <w:tmpl w:val="9FC0F020"/>
    <w:lvl w:ilvl="0" w:tplc="203E355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6A69FF"/>
    <w:multiLevelType w:val="hybridMultilevel"/>
    <w:tmpl w:val="4C42F870"/>
    <w:lvl w:ilvl="0" w:tplc="5B426E2C">
      <w:start w:val="1"/>
      <w:numFmt w:val="bullet"/>
      <w:lvlText w:val=""/>
      <w:lvlJc w:val="left"/>
      <w:pPr>
        <w:tabs>
          <w:tab w:val="num" w:pos="2314"/>
        </w:tabs>
        <w:ind w:left="2314" w:hanging="678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996"/>
        </w:tabs>
        <w:ind w:left="1996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716"/>
        </w:tabs>
        <w:ind w:left="271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436"/>
        </w:tabs>
        <w:ind w:left="343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156"/>
        </w:tabs>
        <w:ind w:left="4156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876"/>
        </w:tabs>
        <w:ind w:left="487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596"/>
        </w:tabs>
        <w:ind w:left="559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316"/>
        </w:tabs>
        <w:ind w:left="6316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036"/>
        </w:tabs>
        <w:ind w:left="7036" w:hanging="360"/>
      </w:pPr>
      <w:rPr>
        <w:rFonts w:ascii="Wingdings" w:hAnsi="Wingdings" w:hint="default"/>
      </w:rPr>
    </w:lvl>
  </w:abstractNum>
  <w:abstractNum w:abstractNumId="3" w15:restartNumberingAfterBreak="0">
    <w:nsid w:val="10855E66"/>
    <w:multiLevelType w:val="hybridMultilevel"/>
    <w:tmpl w:val="7660A2E6"/>
    <w:lvl w:ilvl="0" w:tplc="FFFFFFFF">
      <w:start w:val="1"/>
      <w:numFmt w:val="decimal"/>
      <w:lvlText w:val="%1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B246CEA"/>
    <w:multiLevelType w:val="hybridMultilevel"/>
    <w:tmpl w:val="AA6EDD2C"/>
    <w:lvl w:ilvl="0" w:tplc="8BA47FF0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  <w:rPr>
        <w:rFonts w:cs="Times New Roman"/>
      </w:rPr>
    </w:lvl>
  </w:abstractNum>
  <w:abstractNum w:abstractNumId="6" w15:restartNumberingAfterBreak="0">
    <w:nsid w:val="289D5C24"/>
    <w:multiLevelType w:val="hybridMultilevel"/>
    <w:tmpl w:val="2D1CD788"/>
    <w:lvl w:ilvl="0" w:tplc="438258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20EA224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EFC092A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10806EA"/>
    <w:multiLevelType w:val="hybridMultilevel"/>
    <w:tmpl w:val="F716911C"/>
    <w:lvl w:ilvl="0" w:tplc="20EA2246">
      <w:start w:val="1"/>
      <w:numFmt w:val="bullet"/>
      <w:lvlText w:val="­"/>
      <w:lvlJc w:val="left"/>
      <w:pPr>
        <w:tabs>
          <w:tab w:val="num" w:pos="1379"/>
        </w:tabs>
        <w:ind w:left="1379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A85FD9"/>
    <w:multiLevelType w:val="hybridMultilevel"/>
    <w:tmpl w:val="86AE2DD8"/>
    <w:lvl w:ilvl="0" w:tplc="C2B2BE72">
      <w:start w:val="1"/>
      <w:numFmt w:val="decimal"/>
      <w:lvlText w:val="%1."/>
      <w:lvlJc w:val="left"/>
      <w:pPr>
        <w:tabs>
          <w:tab w:val="num" w:pos="720"/>
        </w:tabs>
        <w:ind w:left="454" w:hanging="454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70DA22B4"/>
    <w:multiLevelType w:val="hybridMultilevel"/>
    <w:tmpl w:val="14429C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875236047">
    <w:abstractNumId w:val="2"/>
  </w:num>
  <w:num w:numId="2" w16cid:durableId="1972130516">
    <w:abstractNumId w:val="9"/>
  </w:num>
  <w:num w:numId="3" w16cid:durableId="130369951">
    <w:abstractNumId w:val="6"/>
  </w:num>
  <w:num w:numId="4" w16cid:durableId="2053845460">
    <w:abstractNumId w:val="8"/>
  </w:num>
  <w:num w:numId="5" w16cid:durableId="1181627062">
    <w:abstractNumId w:val="3"/>
  </w:num>
  <w:num w:numId="6" w16cid:durableId="2095198010">
    <w:abstractNumId w:val="7"/>
  </w:num>
  <w:num w:numId="7" w16cid:durableId="1563911129">
    <w:abstractNumId w:val="5"/>
  </w:num>
  <w:num w:numId="8" w16cid:durableId="2074497628">
    <w:abstractNumId w:val="1"/>
  </w:num>
  <w:num w:numId="9" w16cid:durableId="1528715637">
    <w:abstractNumId w:val="0"/>
  </w:num>
  <w:num w:numId="10" w16cid:durableId="150065576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0601"/>
    <w:rsid w:val="00000CD8"/>
    <w:rsid w:val="000152ED"/>
    <w:rsid w:val="00017291"/>
    <w:rsid w:val="00021B36"/>
    <w:rsid w:val="00035142"/>
    <w:rsid w:val="00035C21"/>
    <w:rsid w:val="00036549"/>
    <w:rsid w:val="00052EC9"/>
    <w:rsid w:val="0005554F"/>
    <w:rsid w:val="00064AFC"/>
    <w:rsid w:val="00075100"/>
    <w:rsid w:val="000914A0"/>
    <w:rsid w:val="00093D14"/>
    <w:rsid w:val="000A669F"/>
    <w:rsid w:val="000C4C4D"/>
    <w:rsid w:val="000F4233"/>
    <w:rsid w:val="000F6CB3"/>
    <w:rsid w:val="0010791F"/>
    <w:rsid w:val="0012218D"/>
    <w:rsid w:val="00123013"/>
    <w:rsid w:val="00123262"/>
    <w:rsid w:val="0014069C"/>
    <w:rsid w:val="00150EEA"/>
    <w:rsid w:val="0018678B"/>
    <w:rsid w:val="001A0136"/>
    <w:rsid w:val="001A4528"/>
    <w:rsid w:val="001B74C8"/>
    <w:rsid w:val="001C491D"/>
    <w:rsid w:val="001F733D"/>
    <w:rsid w:val="00222378"/>
    <w:rsid w:val="0022398F"/>
    <w:rsid w:val="00235988"/>
    <w:rsid w:val="00240910"/>
    <w:rsid w:val="00245001"/>
    <w:rsid w:val="0025213B"/>
    <w:rsid w:val="00252F57"/>
    <w:rsid w:val="0026323A"/>
    <w:rsid w:val="00270454"/>
    <w:rsid w:val="00290601"/>
    <w:rsid w:val="002B199E"/>
    <w:rsid w:val="002B325E"/>
    <w:rsid w:val="002B49A6"/>
    <w:rsid w:val="002B60EF"/>
    <w:rsid w:val="002F318F"/>
    <w:rsid w:val="002F416E"/>
    <w:rsid w:val="002F5B41"/>
    <w:rsid w:val="002F6767"/>
    <w:rsid w:val="003241F7"/>
    <w:rsid w:val="00341491"/>
    <w:rsid w:val="00361F05"/>
    <w:rsid w:val="00362988"/>
    <w:rsid w:val="003638BF"/>
    <w:rsid w:val="0037559D"/>
    <w:rsid w:val="003763F0"/>
    <w:rsid w:val="00384AA2"/>
    <w:rsid w:val="003939AC"/>
    <w:rsid w:val="003A5E3B"/>
    <w:rsid w:val="003B53C0"/>
    <w:rsid w:val="003D32FB"/>
    <w:rsid w:val="00421677"/>
    <w:rsid w:val="0042641E"/>
    <w:rsid w:val="00427ABB"/>
    <w:rsid w:val="00442745"/>
    <w:rsid w:val="004613DF"/>
    <w:rsid w:val="004820A0"/>
    <w:rsid w:val="00491F72"/>
    <w:rsid w:val="00494080"/>
    <w:rsid w:val="00494AF3"/>
    <w:rsid w:val="004B0A42"/>
    <w:rsid w:val="004B5B3B"/>
    <w:rsid w:val="004B65FE"/>
    <w:rsid w:val="004E3285"/>
    <w:rsid w:val="004E4BA5"/>
    <w:rsid w:val="004F4AA1"/>
    <w:rsid w:val="004F51C7"/>
    <w:rsid w:val="004F5BBB"/>
    <w:rsid w:val="004F6BE6"/>
    <w:rsid w:val="0051314B"/>
    <w:rsid w:val="00532B23"/>
    <w:rsid w:val="005522BD"/>
    <w:rsid w:val="005654E3"/>
    <w:rsid w:val="00571F95"/>
    <w:rsid w:val="00576D56"/>
    <w:rsid w:val="00584588"/>
    <w:rsid w:val="0058461F"/>
    <w:rsid w:val="005C2F96"/>
    <w:rsid w:val="005E102B"/>
    <w:rsid w:val="00605AEA"/>
    <w:rsid w:val="00610129"/>
    <w:rsid w:val="006110BB"/>
    <w:rsid w:val="006429C1"/>
    <w:rsid w:val="006617F6"/>
    <w:rsid w:val="0069392F"/>
    <w:rsid w:val="00695A33"/>
    <w:rsid w:val="00696D06"/>
    <w:rsid w:val="006C775C"/>
    <w:rsid w:val="006D4144"/>
    <w:rsid w:val="006D6CBA"/>
    <w:rsid w:val="006E38B3"/>
    <w:rsid w:val="006E59E5"/>
    <w:rsid w:val="006F6B48"/>
    <w:rsid w:val="00702046"/>
    <w:rsid w:val="0070794C"/>
    <w:rsid w:val="007126BB"/>
    <w:rsid w:val="00742AF3"/>
    <w:rsid w:val="007610BE"/>
    <w:rsid w:val="00767929"/>
    <w:rsid w:val="00776AB2"/>
    <w:rsid w:val="0078448B"/>
    <w:rsid w:val="00791112"/>
    <w:rsid w:val="0079529C"/>
    <w:rsid w:val="007A3DE4"/>
    <w:rsid w:val="007B7073"/>
    <w:rsid w:val="007B7369"/>
    <w:rsid w:val="007C3743"/>
    <w:rsid w:val="007D5CA9"/>
    <w:rsid w:val="007E6A62"/>
    <w:rsid w:val="007F54C5"/>
    <w:rsid w:val="00801FE6"/>
    <w:rsid w:val="008041A3"/>
    <w:rsid w:val="00816CE6"/>
    <w:rsid w:val="00824221"/>
    <w:rsid w:val="00826C36"/>
    <w:rsid w:val="00841B48"/>
    <w:rsid w:val="008527D7"/>
    <w:rsid w:val="00853169"/>
    <w:rsid w:val="0085370E"/>
    <w:rsid w:val="00855EA0"/>
    <w:rsid w:val="008B4871"/>
    <w:rsid w:val="008B6440"/>
    <w:rsid w:val="008D33F5"/>
    <w:rsid w:val="008F4212"/>
    <w:rsid w:val="00903A13"/>
    <w:rsid w:val="00907B85"/>
    <w:rsid w:val="00910419"/>
    <w:rsid w:val="00920F02"/>
    <w:rsid w:val="00950A07"/>
    <w:rsid w:val="00972551"/>
    <w:rsid w:val="0097351A"/>
    <w:rsid w:val="0098318E"/>
    <w:rsid w:val="00986A09"/>
    <w:rsid w:val="009A417F"/>
    <w:rsid w:val="009B2EFA"/>
    <w:rsid w:val="009B4E99"/>
    <w:rsid w:val="009E5075"/>
    <w:rsid w:val="009F054F"/>
    <w:rsid w:val="00A2010B"/>
    <w:rsid w:val="00A47BFC"/>
    <w:rsid w:val="00A618A2"/>
    <w:rsid w:val="00A63F24"/>
    <w:rsid w:val="00A77B84"/>
    <w:rsid w:val="00A819B2"/>
    <w:rsid w:val="00A876FE"/>
    <w:rsid w:val="00A95738"/>
    <w:rsid w:val="00AD3A45"/>
    <w:rsid w:val="00AE44C6"/>
    <w:rsid w:val="00AE5401"/>
    <w:rsid w:val="00AE73DD"/>
    <w:rsid w:val="00AF11EC"/>
    <w:rsid w:val="00B011B9"/>
    <w:rsid w:val="00B07511"/>
    <w:rsid w:val="00B43AF5"/>
    <w:rsid w:val="00B44B40"/>
    <w:rsid w:val="00B45F80"/>
    <w:rsid w:val="00B5207E"/>
    <w:rsid w:val="00B556EE"/>
    <w:rsid w:val="00B56D43"/>
    <w:rsid w:val="00B62CC9"/>
    <w:rsid w:val="00B650ED"/>
    <w:rsid w:val="00B66D25"/>
    <w:rsid w:val="00B66DAE"/>
    <w:rsid w:val="00B75588"/>
    <w:rsid w:val="00B95D2C"/>
    <w:rsid w:val="00B95F00"/>
    <w:rsid w:val="00BC6E77"/>
    <w:rsid w:val="00BD46BD"/>
    <w:rsid w:val="00C12815"/>
    <w:rsid w:val="00C2211F"/>
    <w:rsid w:val="00C31439"/>
    <w:rsid w:val="00C512E0"/>
    <w:rsid w:val="00C56156"/>
    <w:rsid w:val="00C61CA3"/>
    <w:rsid w:val="00C74C9C"/>
    <w:rsid w:val="00C91F18"/>
    <w:rsid w:val="00CA226C"/>
    <w:rsid w:val="00CA3CF8"/>
    <w:rsid w:val="00CC3222"/>
    <w:rsid w:val="00CC62BA"/>
    <w:rsid w:val="00CF2978"/>
    <w:rsid w:val="00D076ED"/>
    <w:rsid w:val="00D33D23"/>
    <w:rsid w:val="00D465A4"/>
    <w:rsid w:val="00D55C40"/>
    <w:rsid w:val="00D5619C"/>
    <w:rsid w:val="00D605AC"/>
    <w:rsid w:val="00D76B07"/>
    <w:rsid w:val="00D801C4"/>
    <w:rsid w:val="00D81E9E"/>
    <w:rsid w:val="00D866CF"/>
    <w:rsid w:val="00D9225B"/>
    <w:rsid w:val="00D9497D"/>
    <w:rsid w:val="00DA2B85"/>
    <w:rsid w:val="00DA7539"/>
    <w:rsid w:val="00DB03FB"/>
    <w:rsid w:val="00DC4484"/>
    <w:rsid w:val="00DD4FE6"/>
    <w:rsid w:val="00DE0809"/>
    <w:rsid w:val="00DE678D"/>
    <w:rsid w:val="00E034D6"/>
    <w:rsid w:val="00E10912"/>
    <w:rsid w:val="00E125C7"/>
    <w:rsid w:val="00E329AE"/>
    <w:rsid w:val="00E34C5C"/>
    <w:rsid w:val="00E36B4B"/>
    <w:rsid w:val="00E3727C"/>
    <w:rsid w:val="00E72E08"/>
    <w:rsid w:val="00EA0732"/>
    <w:rsid w:val="00EA0CE6"/>
    <w:rsid w:val="00EC2E9F"/>
    <w:rsid w:val="00EC7812"/>
    <w:rsid w:val="00ED226C"/>
    <w:rsid w:val="00ED2C6B"/>
    <w:rsid w:val="00EE07D4"/>
    <w:rsid w:val="00EE3D60"/>
    <w:rsid w:val="00EF7C7D"/>
    <w:rsid w:val="00F1486A"/>
    <w:rsid w:val="00F32D57"/>
    <w:rsid w:val="00F55B34"/>
    <w:rsid w:val="00F61B5A"/>
    <w:rsid w:val="00F627B4"/>
    <w:rsid w:val="00F647EF"/>
    <w:rsid w:val="00F72B40"/>
    <w:rsid w:val="00F81BAA"/>
    <w:rsid w:val="00F82C74"/>
    <w:rsid w:val="00F85296"/>
    <w:rsid w:val="00FA4AF9"/>
    <w:rsid w:val="00FC3A7C"/>
    <w:rsid w:val="00FD1452"/>
    <w:rsid w:val="00FD1766"/>
    <w:rsid w:val="00FE272D"/>
    <w:rsid w:val="00FE65D9"/>
    <w:rsid w:val="00FF4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AC19608"/>
  <w15:docId w15:val="{6DE85EC7-5FAC-4FE3-AF69-3645CD809C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791F"/>
    <w:pPr>
      <w:spacing w:after="0" w:line="240" w:lineRule="auto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5C2F96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10791F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pkt">
    <w:name w:val="pkt"/>
    <w:basedOn w:val="Normalny"/>
    <w:uiPriority w:val="99"/>
    <w:rsid w:val="00972551"/>
    <w:pPr>
      <w:spacing w:before="60" w:after="60"/>
      <w:ind w:left="851" w:hanging="295"/>
      <w:jc w:val="both"/>
    </w:pPr>
  </w:style>
  <w:style w:type="paragraph" w:customStyle="1" w:styleId="tyt">
    <w:name w:val="tyt"/>
    <w:basedOn w:val="Normalny"/>
    <w:uiPriority w:val="99"/>
    <w:rsid w:val="00972551"/>
    <w:pPr>
      <w:keepNext/>
      <w:spacing w:before="60" w:after="60"/>
      <w:jc w:val="center"/>
    </w:pPr>
    <w:rPr>
      <w:b/>
      <w:bCs/>
    </w:rPr>
  </w:style>
  <w:style w:type="paragraph" w:customStyle="1" w:styleId="ust">
    <w:name w:val="ust"/>
    <w:uiPriority w:val="99"/>
    <w:rsid w:val="00972551"/>
    <w:pPr>
      <w:spacing w:before="60" w:after="60" w:line="240" w:lineRule="auto"/>
      <w:ind w:left="426" w:hanging="284"/>
      <w:jc w:val="both"/>
    </w:pPr>
    <w:rPr>
      <w:sz w:val="24"/>
      <w:szCs w:val="24"/>
    </w:rPr>
  </w:style>
  <w:style w:type="paragraph" w:customStyle="1" w:styleId="pkt1">
    <w:name w:val="pkt1"/>
    <w:basedOn w:val="pkt"/>
    <w:uiPriority w:val="99"/>
    <w:rsid w:val="00972551"/>
    <w:pPr>
      <w:ind w:left="850" w:hanging="425"/>
    </w:pPr>
  </w:style>
  <w:style w:type="paragraph" w:styleId="Tekstpodstawowy2">
    <w:name w:val="Body Text 2"/>
    <w:basedOn w:val="Normalny"/>
    <w:link w:val="Tekstpodstawowy2Znak"/>
    <w:uiPriority w:val="99"/>
    <w:rsid w:val="00972551"/>
    <w:pPr>
      <w:overflowPunct w:val="0"/>
      <w:autoSpaceDE w:val="0"/>
      <w:autoSpaceDN w:val="0"/>
      <w:adjustRightInd w:val="0"/>
      <w:ind w:firstLine="708"/>
      <w:textAlignment w:val="baseline"/>
    </w:pPr>
    <w:rPr>
      <w:b/>
      <w:bCs/>
      <w:sz w:val="28"/>
      <w:szCs w:val="28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10791F"/>
    <w:rPr>
      <w:rFonts w:cs="Times New Roman"/>
      <w:sz w:val="24"/>
      <w:szCs w:val="24"/>
    </w:rPr>
  </w:style>
  <w:style w:type="paragraph" w:styleId="Lista2">
    <w:name w:val="List 2"/>
    <w:basedOn w:val="Normalny"/>
    <w:uiPriority w:val="99"/>
    <w:rsid w:val="006D4144"/>
    <w:pPr>
      <w:overflowPunct w:val="0"/>
      <w:autoSpaceDE w:val="0"/>
      <w:autoSpaceDN w:val="0"/>
      <w:adjustRightInd w:val="0"/>
      <w:ind w:left="566" w:hanging="283"/>
    </w:pPr>
    <w:rPr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rsid w:val="006D4144"/>
    <w:pPr>
      <w:tabs>
        <w:tab w:val="left" w:pos="-2268"/>
      </w:tabs>
      <w:overflowPunct w:val="0"/>
      <w:autoSpaceDE w:val="0"/>
      <w:autoSpaceDN w:val="0"/>
      <w:adjustRightInd w:val="0"/>
      <w:jc w:val="both"/>
    </w:pPr>
    <w:rPr>
      <w:rFonts w:ascii="Arial" w:hAnsi="Arial" w:cs="Arial"/>
      <w:b/>
      <w:bCs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10791F"/>
    <w:rPr>
      <w:rFonts w:cs="Times New Roman"/>
      <w:sz w:val="16"/>
      <w:szCs w:val="16"/>
    </w:rPr>
  </w:style>
  <w:style w:type="paragraph" w:customStyle="1" w:styleId="Lista21">
    <w:name w:val="Lista 21"/>
    <w:basedOn w:val="Normalny"/>
    <w:uiPriority w:val="99"/>
    <w:rsid w:val="006D4144"/>
    <w:pPr>
      <w:suppressAutoHyphens/>
      <w:overflowPunct w:val="0"/>
      <w:autoSpaceDE w:val="0"/>
      <w:ind w:left="566" w:hanging="283"/>
    </w:pPr>
    <w:rPr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8041A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10791F"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8041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0791F"/>
    <w:rPr>
      <w:rFonts w:cs="Times New Roman"/>
      <w:sz w:val="24"/>
      <w:szCs w:val="24"/>
    </w:rPr>
  </w:style>
  <w:style w:type="paragraph" w:customStyle="1" w:styleId="Default">
    <w:name w:val="Default"/>
    <w:uiPriority w:val="99"/>
    <w:rsid w:val="00D55C4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Numerstrony">
    <w:name w:val="page number"/>
    <w:basedOn w:val="Domylnaczcionkaakapitu"/>
    <w:uiPriority w:val="99"/>
    <w:rsid w:val="000914A0"/>
    <w:rPr>
      <w:rFonts w:cs="Times New Roman"/>
    </w:rPr>
  </w:style>
  <w:style w:type="paragraph" w:styleId="Akapitzlist">
    <w:name w:val="List Paragraph"/>
    <w:basedOn w:val="Normalny"/>
    <w:uiPriority w:val="34"/>
    <w:qFormat/>
    <w:rsid w:val="00907B8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C491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491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9123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2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Zamowienia%20publiczne\ZP\ZP%20TRYBY%20Postepowania\siwz\siwz_z_oswiadczenie-26-2d_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6ADA58-305D-4705-BA2D-FF14C9989E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siwz_z_oswiadczenie-26-2d_</Template>
  <TotalTime>3</TotalTime>
  <Pages>2</Pages>
  <Words>759</Words>
  <Characters>4556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IBD</Company>
  <LinksUpToDate>false</LinksUpToDate>
  <CharactersWithSpaces>5305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creator>Jrawa</dc:creator>
  <cp:lastModifiedBy>Bartosz Snopkiewicz</cp:lastModifiedBy>
  <cp:revision>6</cp:revision>
  <cp:lastPrinted>2021-03-04T11:42:00Z</cp:lastPrinted>
  <dcterms:created xsi:type="dcterms:W3CDTF">2025-04-25T08:52:00Z</dcterms:created>
  <dcterms:modified xsi:type="dcterms:W3CDTF">2026-01-16T12:55:00Z</dcterms:modified>
</cp:coreProperties>
</file>